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Look w:val="00A0"/>
      </w:tblPr>
      <w:tblGrid>
        <w:gridCol w:w="9781"/>
      </w:tblGrid>
      <w:tr w:rsidR="00821A32">
        <w:trPr>
          <w:trHeight w:val="2409"/>
        </w:trPr>
        <w:tc>
          <w:tcPr>
            <w:tcW w:w="9781" w:type="dxa"/>
          </w:tcPr>
          <w:p w:rsidR="00821A32" w:rsidRDefault="00821A32" w:rsidP="00814A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ПРИЛОЖЕНИЕ № 1</w:t>
            </w:r>
          </w:p>
          <w:p w:rsidR="00821A32" w:rsidRDefault="00821A32" w:rsidP="00814AB5">
            <w:pPr>
              <w:jc w:val="center"/>
              <w:rPr>
                <w:sz w:val="28"/>
                <w:szCs w:val="28"/>
              </w:rPr>
            </w:pPr>
          </w:p>
          <w:p w:rsidR="00821A32" w:rsidRPr="00A8585F" w:rsidRDefault="00821A32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УТВЕРЖДЕН</w:t>
            </w:r>
          </w:p>
          <w:p w:rsidR="00821A32" w:rsidRPr="00A8585F" w:rsidRDefault="00821A32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постановлением администрации</w:t>
            </w:r>
          </w:p>
          <w:p w:rsidR="00821A32" w:rsidRPr="00A8585F" w:rsidRDefault="00821A32" w:rsidP="00814AB5">
            <w:pPr>
              <w:shd w:val="clear" w:color="auto" w:fill="FFFFFF"/>
              <w:ind w:left="-108" w:right="-108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Ахтанизовского сельского </w:t>
            </w:r>
            <w:r w:rsidRPr="00A8585F">
              <w:rPr>
                <w:sz w:val="28"/>
                <w:szCs w:val="28"/>
              </w:rPr>
              <w:t>поселения</w:t>
            </w:r>
          </w:p>
          <w:p w:rsidR="00821A32" w:rsidRPr="00A8585F" w:rsidRDefault="00821A32" w:rsidP="00814AB5">
            <w:pPr>
              <w:shd w:val="clear" w:color="auto" w:fill="FFFFFF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</w:t>
            </w:r>
            <w:r w:rsidRPr="00A8585F">
              <w:rPr>
                <w:sz w:val="28"/>
                <w:szCs w:val="28"/>
              </w:rPr>
              <w:t>Темрюкского  района</w:t>
            </w:r>
          </w:p>
          <w:p w:rsidR="00821A32" w:rsidRDefault="00821A32" w:rsidP="00814AB5">
            <w:pPr>
              <w:jc w:val="both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  <w:t xml:space="preserve">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Pr="00A8585F">
              <w:rPr>
                <w:sz w:val="28"/>
                <w:szCs w:val="28"/>
              </w:rPr>
              <w:t>от _________ года № ____</w:t>
            </w:r>
          </w:p>
        </w:tc>
      </w:tr>
    </w:tbl>
    <w:p w:rsidR="00821A32" w:rsidRDefault="00821A32" w:rsidP="00120765">
      <w:pPr>
        <w:jc w:val="center"/>
        <w:rPr>
          <w:sz w:val="28"/>
          <w:szCs w:val="28"/>
        </w:rPr>
      </w:pPr>
    </w:p>
    <w:p w:rsidR="00821A32" w:rsidRDefault="00821A32" w:rsidP="00120765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21A32" w:rsidRDefault="00821A32" w:rsidP="0012076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оргкомитета по проведению публичных слушаний</w:t>
      </w:r>
    </w:p>
    <w:p w:rsidR="00821A32" w:rsidRDefault="00821A32" w:rsidP="00120765">
      <w:pPr>
        <w:ind w:left="142"/>
        <w:jc w:val="center"/>
        <w:rPr>
          <w:sz w:val="28"/>
          <w:szCs w:val="28"/>
        </w:rPr>
      </w:pPr>
    </w:p>
    <w:tbl>
      <w:tblPr>
        <w:tblW w:w="9889" w:type="dxa"/>
        <w:tblInd w:w="-106" w:type="dxa"/>
        <w:tblLook w:val="00A0"/>
      </w:tblPr>
      <w:tblGrid>
        <w:gridCol w:w="4928"/>
        <w:gridCol w:w="4961"/>
      </w:tblGrid>
      <w:tr w:rsidR="00821A32">
        <w:tc>
          <w:tcPr>
            <w:tcW w:w="4928" w:type="dxa"/>
          </w:tcPr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  <w:p w:rsidR="00821A32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Разиевский Михаил </w:t>
            </w:r>
          </w:p>
          <w:p w:rsidR="00821A32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Ахтанизовского сельского поселения Темрюкского района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A32">
        <w:tc>
          <w:tcPr>
            <w:tcW w:w="4928" w:type="dxa"/>
          </w:tcPr>
          <w:p w:rsidR="00821A32" w:rsidRDefault="00821A32" w:rsidP="007F15A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председателя:</w:t>
            </w:r>
          </w:p>
          <w:p w:rsidR="00821A32" w:rsidRDefault="00821A32" w:rsidP="007F15A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Плотникова Алла</w:t>
            </w:r>
          </w:p>
          <w:p w:rsidR="00821A32" w:rsidRPr="00D24D6C" w:rsidRDefault="00821A32" w:rsidP="007F15A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4961" w:type="dxa"/>
          </w:tcPr>
          <w:p w:rsidR="00821A32" w:rsidRDefault="00821A32" w:rsidP="007F15AF">
            <w:pPr>
              <w:jc w:val="both"/>
              <w:rPr>
                <w:sz w:val="28"/>
                <w:szCs w:val="28"/>
              </w:rPr>
            </w:pPr>
            <w:r w:rsidRPr="00A0422D">
              <w:rPr>
                <w:sz w:val="28"/>
                <w:szCs w:val="28"/>
              </w:rPr>
              <w:t>начальник отдела финансов и экономического</w:t>
            </w:r>
            <w:r>
              <w:rPr>
                <w:sz w:val="28"/>
                <w:szCs w:val="28"/>
              </w:rPr>
              <w:t xml:space="preserve"> </w:t>
            </w:r>
            <w:r w:rsidRPr="00A0422D">
              <w:rPr>
                <w:sz w:val="28"/>
                <w:szCs w:val="28"/>
              </w:rPr>
              <w:t>развития администрации Ахтанизовского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A0422D">
              <w:rPr>
                <w:sz w:val="28"/>
                <w:szCs w:val="28"/>
              </w:rPr>
              <w:t>поселения Темрюкского района;</w:t>
            </w:r>
          </w:p>
          <w:p w:rsidR="00821A32" w:rsidRPr="00A0422D" w:rsidRDefault="00821A32" w:rsidP="007F15AF">
            <w:pPr>
              <w:jc w:val="both"/>
              <w:rPr>
                <w:sz w:val="28"/>
                <w:szCs w:val="28"/>
              </w:rPr>
            </w:pPr>
          </w:p>
        </w:tc>
      </w:tr>
      <w:tr w:rsidR="00821A32">
        <w:tc>
          <w:tcPr>
            <w:tcW w:w="4928" w:type="dxa"/>
          </w:tcPr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Секретарь:</w:t>
            </w:r>
          </w:p>
          <w:p w:rsidR="00821A32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Прийма Дмитрий 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21A32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жилищно-коммунального хозяйства, курортной деятельности,  архитектуры, градостроительства и земельного контроля;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A32">
        <w:tc>
          <w:tcPr>
            <w:tcW w:w="4928" w:type="dxa"/>
          </w:tcPr>
          <w:p w:rsidR="00821A32" w:rsidRPr="00D24D6C" w:rsidRDefault="00821A32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21A32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Педанова Валентина 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4961" w:type="dxa"/>
          </w:tcPr>
          <w:p w:rsidR="00821A32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района;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A32">
        <w:tc>
          <w:tcPr>
            <w:tcW w:w="4928" w:type="dxa"/>
          </w:tcPr>
          <w:p w:rsidR="00821A32" w:rsidRDefault="00821A32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Петухов Петр </w:t>
            </w:r>
          </w:p>
          <w:p w:rsidR="00821A32" w:rsidRPr="00A0422D" w:rsidRDefault="00821A32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4961" w:type="dxa"/>
          </w:tcPr>
          <w:p w:rsidR="00821A32" w:rsidRDefault="00821A32" w:rsidP="00814A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A0422D">
              <w:rPr>
                <w:sz w:val="28"/>
                <w:szCs w:val="28"/>
              </w:rPr>
              <w:t xml:space="preserve"> муниципального унитарного предприятия «Бытсервис»;</w:t>
            </w:r>
          </w:p>
          <w:p w:rsidR="00821A32" w:rsidRPr="00A0422D" w:rsidRDefault="00821A32" w:rsidP="00814AB5">
            <w:pPr>
              <w:jc w:val="both"/>
              <w:rPr>
                <w:sz w:val="28"/>
                <w:szCs w:val="28"/>
              </w:rPr>
            </w:pPr>
          </w:p>
        </w:tc>
      </w:tr>
      <w:tr w:rsidR="00821A32">
        <w:tc>
          <w:tcPr>
            <w:tcW w:w="4928" w:type="dxa"/>
          </w:tcPr>
          <w:p w:rsidR="00821A32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Шавырин Владимир </w:t>
            </w:r>
          </w:p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4961" w:type="dxa"/>
          </w:tcPr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Ахтанизовского сельского поселения Темрюкского района</w:t>
            </w:r>
          </w:p>
        </w:tc>
      </w:tr>
      <w:tr w:rsidR="00821A32">
        <w:tc>
          <w:tcPr>
            <w:tcW w:w="4928" w:type="dxa"/>
          </w:tcPr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21A32" w:rsidRPr="00D24D6C" w:rsidRDefault="00821A32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1A32" w:rsidRDefault="00821A32" w:rsidP="00120765">
      <w:pPr>
        <w:rPr>
          <w:sz w:val="28"/>
          <w:szCs w:val="28"/>
        </w:rPr>
      </w:pPr>
    </w:p>
    <w:p w:rsidR="00821A32" w:rsidRDefault="00821A32" w:rsidP="00120765">
      <w:pPr>
        <w:rPr>
          <w:sz w:val="28"/>
          <w:szCs w:val="28"/>
        </w:rPr>
      </w:pPr>
    </w:p>
    <w:p w:rsidR="00821A32" w:rsidRDefault="00821A32" w:rsidP="00120765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821A32" w:rsidRDefault="00821A32" w:rsidP="00120765">
      <w:pPr>
        <w:rPr>
          <w:sz w:val="28"/>
          <w:szCs w:val="28"/>
        </w:rPr>
      </w:pPr>
      <w:r>
        <w:rPr>
          <w:sz w:val="28"/>
          <w:szCs w:val="28"/>
        </w:rPr>
        <w:t>главы Ахтанизовского сельского</w:t>
      </w:r>
    </w:p>
    <w:p w:rsidR="00821A32" w:rsidRPr="00120765" w:rsidRDefault="00821A32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А.В. Плотникова</w:t>
      </w:r>
    </w:p>
    <w:sectPr w:rsidR="00821A32" w:rsidRPr="00120765" w:rsidSect="0012076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765"/>
    <w:rsid w:val="00017CBE"/>
    <w:rsid w:val="000A7F7F"/>
    <w:rsid w:val="00120765"/>
    <w:rsid w:val="00152610"/>
    <w:rsid w:val="002924AD"/>
    <w:rsid w:val="0058116E"/>
    <w:rsid w:val="005C4CB4"/>
    <w:rsid w:val="006C58EB"/>
    <w:rsid w:val="007F15AF"/>
    <w:rsid w:val="00814AB5"/>
    <w:rsid w:val="0082104B"/>
    <w:rsid w:val="00821A32"/>
    <w:rsid w:val="008F4761"/>
    <w:rsid w:val="009437F7"/>
    <w:rsid w:val="009538C6"/>
    <w:rsid w:val="009F07D0"/>
    <w:rsid w:val="00A0422D"/>
    <w:rsid w:val="00A8585F"/>
    <w:rsid w:val="00C94FE5"/>
    <w:rsid w:val="00D24D6C"/>
    <w:rsid w:val="00DF71F4"/>
    <w:rsid w:val="00E80C1E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76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20765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233</Words>
  <Characters>1333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Админ</cp:lastModifiedBy>
  <cp:revision>10</cp:revision>
  <dcterms:created xsi:type="dcterms:W3CDTF">2015-06-01T04:37:00Z</dcterms:created>
  <dcterms:modified xsi:type="dcterms:W3CDTF">2015-07-13T09:48:00Z</dcterms:modified>
</cp:coreProperties>
</file>