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B17" w:rsidRDefault="00651B17" w:rsidP="0073118C">
      <w:pPr>
        <w:ind w:left="-180"/>
        <w:jc w:val="center"/>
        <w:rPr>
          <w:b/>
          <w:bCs/>
        </w:rPr>
      </w:pPr>
      <w:r w:rsidRPr="002143B6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651B17" w:rsidRDefault="00651B17" w:rsidP="0073118C">
      <w:pPr>
        <w:jc w:val="center"/>
        <w:rPr>
          <w:b/>
          <w:bCs/>
          <w:sz w:val="28"/>
          <w:szCs w:val="28"/>
        </w:rPr>
      </w:pPr>
    </w:p>
    <w:p w:rsidR="00651B17" w:rsidRDefault="00651B17" w:rsidP="007311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51B17" w:rsidRDefault="00651B17" w:rsidP="007311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651B17" w:rsidRDefault="00651B17" w:rsidP="0073118C">
      <w:pPr>
        <w:jc w:val="center"/>
        <w:rPr>
          <w:b/>
          <w:bCs/>
          <w:sz w:val="28"/>
          <w:szCs w:val="28"/>
        </w:rPr>
      </w:pPr>
    </w:p>
    <w:p w:rsidR="00651B17" w:rsidRDefault="00651B17" w:rsidP="007311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51B17" w:rsidRDefault="00651B17" w:rsidP="0073118C">
      <w:pPr>
        <w:jc w:val="center"/>
      </w:pPr>
    </w:p>
    <w:p w:rsidR="00651B17" w:rsidRDefault="00651B17" w:rsidP="0073118C">
      <w:pPr>
        <w:jc w:val="both"/>
        <w:rPr>
          <w:sz w:val="28"/>
          <w:szCs w:val="28"/>
        </w:rPr>
      </w:pPr>
      <w:r>
        <w:rPr>
          <w:sz w:val="28"/>
          <w:szCs w:val="28"/>
        </w:rPr>
        <w:t>от __________                                                                                                  №___</w:t>
      </w:r>
    </w:p>
    <w:p w:rsidR="00651B17" w:rsidRDefault="00651B17" w:rsidP="0073118C">
      <w:pPr>
        <w:jc w:val="both"/>
        <w:rPr>
          <w:sz w:val="20"/>
          <w:szCs w:val="20"/>
        </w:rPr>
      </w:pPr>
    </w:p>
    <w:p w:rsidR="00651B17" w:rsidRDefault="00651B17" w:rsidP="0073118C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Ахтанизовская</w:t>
      </w:r>
    </w:p>
    <w:p w:rsidR="00651B17" w:rsidRDefault="00651B17" w:rsidP="0073118C">
      <w:pPr>
        <w:rPr>
          <w:sz w:val="28"/>
          <w:szCs w:val="28"/>
        </w:rPr>
      </w:pPr>
    </w:p>
    <w:p w:rsidR="00651B17" w:rsidRDefault="00651B17" w:rsidP="0073118C">
      <w:pPr>
        <w:rPr>
          <w:sz w:val="28"/>
          <w:szCs w:val="28"/>
        </w:rPr>
      </w:pPr>
    </w:p>
    <w:p w:rsidR="00651B17" w:rsidRDefault="00651B17" w:rsidP="007311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муниципальную программу Ахтанизовского сельского поселения Темрюкского района «Эффективное муниципальное управление»</w:t>
      </w:r>
      <w:r>
        <w:rPr>
          <w:b/>
          <w:bCs/>
          <w:sz w:val="28"/>
          <w:szCs w:val="28"/>
        </w:rPr>
        <w:br/>
      </w:r>
    </w:p>
    <w:p w:rsidR="00651B17" w:rsidRDefault="00651B17" w:rsidP="0073118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51B17" w:rsidRDefault="00651B17" w:rsidP="0073118C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sz w:val="28"/>
          <w:szCs w:val="28"/>
        </w:rPr>
        <w:t xml:space="preserve">           В соответствии со статьей 179 Бюджетного кодекса Российской Федерации, </w:t>
      </w:r>
      <w:hyperlink r:id="rId5" w:history="1">
        <w:r w:rsidRPr="00F81CE5">
          <w:rPr>
            <w:rStyle w:val="a0"/>
            <w:color w:val="000000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Ахтанизовского сельского поселения Темрюкского района от 9 сентября 2014 года № 234 «</w:t>
      </w:r>
      <w:r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 сельского поселения Темрюкского района», п о с т а н о в л я ю:</w:t>
      </w:r>
    </w:p>
    <w:bookmarkEnd w:id="0"/>
    <w:p w:rsidR="00651B17" w:rsidRDefault="00651B17" w:rsidP="0073118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муниципальную программу Ахтанизовского сельского поселения Темрюкского района «Эффективное муниципальное управление», утвержденную постановлением администрации Ахтанизовского сельского поселения Темрюкского района от 7 ноября 2014 года № 319 следующие изменения:</w:t>
      </w:r>
      <w:r>
        <w:rPr>
          <w:sz w:val="28"/>
          <w:szCs w:val="28"/>
        </w:rPr>
        <w:tab/>
      </w:r>
    </w:p>
    <w:p w:rsidR="00651B17" w:rsidRDefault="00651B17" w:rsidP="007311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В паспорте программы – «Объемы бюджетных ассигнований муниципальной программы» читать в новой редакции:</w:t>
      </w:r>
    </w:p>
    <w:p w:rsidR="00651B17" w:rsidRDefault="00651B17" w:rsidP="0073118C">
      <w:pPr>
        <w:pStyle w:val="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«Всего 7887,2 тыс. рублей за счет средств местного бюджета, в том числе по подпрограммам:</w:t>
      </w:r>
    </w:p>
    <w:p w:rsidR="00651B17" w:rsidRDefault="00651B17" w:rsidP="0073118C">
      <w:pPr>
        <w:pStyle w:val="a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«Реализация муниципальных функций, связанных с муниципальным управлением»</w:t>
      </w:r>
      <w:bookmarkStart w:id="1" w:name="sub_103010"/>
      <w:r>
        <w:rPr>
          <w:rFonts w:ascii="Times New Roman" w:hAnsi="Times New Roman" w:cs="Times New Roman"/>
          <w:sz w:val="28"/>
          <w:szCs w:val="28"/>
        </w:rPr>
        <w:t xml:space="preserve"> - 4533,9 тыс. рублей;</w:t>
      </w:r>
    </w:p>
    <w:bookmarkEnd w:id="1"/>
    <w:p w:rsidR="00651B17" w:rsidRDefault="00651B17" w:rsidP="0073118C">
      <w:pPr>
        <w:pStyle w:val="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«Управление муниципальным имуществом» – 40,4 тыс. рублей;</w:t>
      </w:r>
    </w:p>
    <w:p w:rsidR="00651B17" w:rsidRDefault="00651B17" w:rsidP="0073118C">
      <w:pPr>
        <w:jc w:val="both"/>
        <w:rPr>
          <w:sz w:val="28"/>
          <w:szCs w:val="28"/>
        </w:rPr>
      </w:pPr>
      <w:r>
        <w:rPr>
          <w:sz w:val="28"/>
          <w:szCs w:val="28"/>
        </w:rPr>
        <w:t>3. «Обеспечение ведения бухгалтерского учета» – 1399,9 тыс. рублей;</w:t>
      </w:r>
    </w:p>
    <w:p w:rsidR="00651B17" w:rsidRDefault="00651B17" w:rsidP="0073118C">
      <w:pPr>
        <w:jc w:val="both"/>
        <w:rPr>
          <w:sz w:val="28"/>
          <w:szCs w:val="28"/>
        </w:rPr>
      </w:pPr>
      <w:r>
        <w:rPr>
          <w:sz w:val="28"/>
          <w:szCs w:val="28"/>
        </w:rPr>
        <w:t>4. «Содержание здания администрации» - 1913,0 тыс. рублей»;</w:t>
      </w:r>
    </w:p>
    <w:p w:rsidR="00651B17" w:rsidRDefault="00651B17" w:rsidP="007311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раздел 4 «Обоснование ресурсного обеспечения муниципальной программы» читать в новой редакции:</w:t>
      </w:r>
    </w:p>
    <w:p w:rsidR="00651B17" w:rsidRDefault="00651B17" w:rsidP="0073118C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 финансовых средств, выделяемых на реализацию программы, из средств местного бюджета составляет 7887,2 тыс. рублей:</w:t>
      </w:r>
    </w:p>
    <w:p w:rsidR="00651B17" w:rsidRDefault="00651B17" w:rsidP="0073118C">
      <w:pPr>
        <w:jc w:val="both"/>
        <w:rPr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08"/>
        <w:gridCol w:w="2160"/>
        <w:gridCol w:w="3060"/>
      </w:tblGrid>
      <w:tr w:rsidR="00651B17">
        <w:trPr>
          <w:trHeight w:val="1109"/>
        </w:trPr>
        <w:tc>
          <w:tcPr>
            <w:tcW w:w="4608" w:type="dxa"/>
          </w:tcPr>
          <w:p w:rsidR="00651B17" w:rsidRDefault="00651B17">
            <w:pPr>
              <w:rPr>
                <w:b/>
                <w:bCs/>
              </w:rPr>
            </w:pPr>
            <w:r>
              <w:t xml:space="preserve">Наименование мероприятия </w:t>
            </w:r>
          </w:p>
        </w:tc>
        <w:tc>
          <w:tcPr>
            <w:tcW w:w="2160" w:type="dxa"/>
          </w:tcPr>
          <w:p w:rsidR="00651B17" w:rsidRDefault="00651B17">
            <w:pPr>
              <w:jc w:val="center"/>
              <w:rPr>
                <w:b/>
                <w:bCs/>
              </w:rPr>
            </w:pPr>
            <w:r>
              <w:t>Источник финансирования</w:t>
            </w:r>
          </w:p>
        </w:tc>
        <w:tc>
          <w:tcPr>
            <w:tcW w:w="3060" w:type="dxa"/>
          </w:tcPr>
          <w:p w:rsidR="00651B17" w:rsidRDefault="00651B17">
            <w:pPr>
              <w:jc w:val="center"/>
            </w:pPr>
            <w:r>
              <w:t xml:space="preserve">Объем финансирования муниципальной программы в 2015 году, </w:t>
            </w:r>
          </w:p>
          <w:p w:rsidR="00651B17" w:rsidRDefault="00651B17">
            <w:pPr>
              <w:jc w:val="center"/>
              <w:rPr>
                <w:b/>
                <w:bCs/>
              </w:rPr>
            </w:pPr>
            <w:r>
              <w:t>тыс. рублей</w:t>
            </w:r>
          </w:p>
        </w:tc>
      </w:tr>
    </w:tbl>
    <w:p w:rsidR="00651B17" w:rsidRDefault="00651B17">
      <w:pPr>
        <w:pStyle w:val="14"/>
        <w:shd w:val="clear" w:color="auto" w:fill="auto"/>
        <w:jc w:val="left"/>
        <w:rPr>
          <w:sz w:val="24"/>
          <w:szCs w:val="24"/>
        </w:rPr>
        <w:sectPr w:rsidR="00651B17" w:rsidSect="0073118C">
          <w:pgSz w:w="11906" w:h="16838"/>
          <w:pgMar w:top="227" w:right="567" w:bottom="1134" w:left="1701" w:header="709" w:footer="709" w:gutter="0"/>
          <w:cols w:space="708"/>
          <w:docGrid w:linePitch="360"/>
        </w:sectPr>
      </w:pPr>
    </w:p>
    <w:p w:rsidR="00651B17" w:rsidRDefault="00651B17">
      <w:pPr>
        <w:pStyle w:val="14"/>
        <w:shd w:val="clear" w:color="auto" w:fill="auto"/>
        <w:jc w:val="left"/>
        <w:rPr>
          <w:sz w:val="24"/>
          <w:szCs w:val="24"/>
        </w:rPr>
      </w:pPr>
    </w:p>
    <w:p w:rsidR="00651B17" w:rsidRDefault="00651B17">
      <w:pPr>
        <w:pStyle w:val="14"/>
        <w:shd w:val="clear" w:color="auto" w:fill="auto"/>
        <w:jc w:val="left"/>
        <w:rPr>
          <w:sz w:val="24"/>
          <w:szCs w:val="24"/>
        </w:rPr>
      </w:pPr>
    </w:p>
    <w:p w:rsidR="00651B17" w:rsidRDefault="00651B17">
      <w:pPr>
        <w:pStyle w:val="14"/>
        <w:shd w:val="clear" w:color="auto" w:fill="auto"/>
        <w:jc w:val="left"/>
        <w:rPr>
          <w:sz w:val="24"/>
          <w:szCs w:val="24"/>
        </w:rPr>
      </w:pPr>
    </w:p>
    <w:p w:rsidR="00651B17" w:rsidRDefault="00651B17">
      <w:pPr>
        <w:pStyle w:val="14"/>
        <w:shd w:val="clear" w:color="auto" w:fill="auto"/>
        <w:jc w:val="left"/>
        <w:rPr>
          <w:sz w:val="24"/>
          <w:szCs w:val="24"/>
        </w:rPr>
      </w:pPr>
    </w:p>
    <w:p w:rsidR="00651B17" w:rsidRDefault="00651B17">
      <w:pPr>
        <w:pStyle w:val="14"/>
        <w:shd w:val="clear" w:color="auto" w:fill="auto"/>
        <w:jc w:val="left"/>
        <w:rPr>
          <w:sz w:val="24"/>
          <w:szCs w:val="24"/>
        </w:rPr>
        <w:sectPr w:rsidR="00651B17" w:rsidSect="0073118C">
          <w:pgSz w:w="11906" w:h="16838"/>
          <w:pgMar w:top="227" w:right="567" w:bottom="1134" w:left="1701" w:header="709" w:footer="709" w:gutter="0"/>
          <w:cols w:space="708"/>
          <w:docGrid w:linePitch="360"/>
        </w:sectPr>
      </w:pPr>
    </w:p>
    <w:tbl>
      <w:tblPr>
        <w:tblW w:w="982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08"/>
        <w:gridCol w:w="2160"/>
        <w:gridCol w:w="3060"/>
      </w:tblGrid>
      <w:tr w:rsidR="00651B17">
        <w:tc>
          <w:tcPr>
            <w:tcW w:w="4608" w:type="dxa"/>
          </w:tcPr>
          <w:p w:rsidR="00651B17" w:rsidRDefault="00651B17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2160" w:type="dxa"/>
          </w:tcPr>
          <w:p w:rsidR="00651B17" w:rsidRDefault="00651B17">
            <w:pPr>
              <w:jc w:val="both"/>
            </w:pPr>
            <w:r>
              <w:t>Местный бюджет</w:t>
            </w:r>
          </w:p>
        </w:tc>
        <w:tc>
          <w:tcPr>
            <w:tcW w:w="3060" w:type="dxa"/>
          </w:tcPr>
          <w:p w:rsidR="00651B17" w:rsidRDefault="00651B17">
            <w:pPr>
              <w:jc w:val="center"/>
            </w:pPr>
            <w:r>
              <w:t>4533,9</w:t>
            </w:r>
          </w:p>
        </w:tc>
      </w:tr>
      <w:tr w:rsidR="00651B17">
        <w:tc>
          <w:tcPr>
            <w:tcW w:w="4608" w:type="dxa"/>
          </w:tcPr>
          <w:p w:rsidR="00651B17" w:rsidRDefault="00651B17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2160" w:type="dxa"/>
          </w:tcPr>
          <w:p w:rsidR="00651B17" w:rsidRDefault="00651B17">
            <w:pPr>
              <w:jc w:val="both"/>
            </w:pPr>
            <w:r>
              <w:t>Местный бюджет</w:t>
            </w:r>
          </w:p>
        </w:tc>
        <w:tc>
          <w:tcPr>
            <w:tcW w:w="3060" w:type="dxa"/>
          </w:tcPr>
          <w:p w:rsidR="00651B17" w:rsidRDefault="00651B17">
            <w:pPr>
              <w:jc w:val="center"/>
            </w:pPr>
            <w:r>
              <w:t>40,4</w:t>
            </w:r>
          </w:p>
        </w:tc>
      </w:tr>
      <w:tr w:rsidR="00651B17">
        <w:tc>
          <w:tcPr>
            <w:tcW w:w="4608" w:type="dxa"/>
          </w:tcPr>
          <w:p w:rsidR="00651B17" w:rsidRDefault="00651B17">
            <w:r>
              <w:t>Обеспечение ведения бухгалтерского учета</w:t>
            </w:r>
          </w:p>
        </w:tc>
        <w:tc>
          <w:tcPr>
            <w:tcW w:w="2160" w:type="dxa"/>
          </w:tcPr>
          <w:p w:rsidR="00651B17" w:rsidRDefault="00651B17">
            <w:pPr>
              <w:jc w:val="both"/>
            </w:pPr>
            <w:r>
              <w:t>Местный бюджет</w:t>
            </w:r>
          </w:p>
        </w:tc>
        <w:tc>
          <w:tcPr>
            <w:tcW w:w="3060" w:type="dxa"/>
          </w:tcPr>
          <w:p w:rsidR="00651B17" w:rsidRDefault="00651B17">
            <w:pPr>
              <w:jc w:val="center"/>
            </w:pPr>
            <w:r>
              <w:t>1399,9</w:t>
            </w:r>
          </w:p>
        </w:tc>
      </w:tr>
      <w:tr w:rsidR="00651B17">
        <w:tc>
          <w:tcPr>
            <w:tcW w:w="4608" w:type="dxa"/>
          </w:tcPr>
          <w:p w:rsidR="00651B17" w:rsidRDefault="00651B17">
            <w:r>
              <w:t>Содержание здания администрации</w:t>
            </w:r>
          </w:p>
        </w:tc>
        <w:tc>
          <w:tcPr>
            <w:tcW w:w="2160" w:type="dxa"/>
          </w:tcPr>
          <w:p w:rsidR="00651B17" w:rsidRDefault="00651B17">
            <w:pPr>
              <w:jc w:val="both"/>
            </w:pPr>
            <w:r>
              <w:t>Местный бюджет</w:t>
            </w:r>
          </w:p>
        </w:tc>
        <w:tc>
          <w:tcPr>
            <w:tcW w:w="3060" w:type="dxa"/>
          </w:tcPr>
          <w:p w:rsidR="00651B17" w:rsidRDefault="00651B17">
            <w:pPr>
              <w:jc w:val="center"/>
            </w:pPr>
            <w:r>
              <w:t>1913,0</w:t>
            </w:r>
          </w:p>
        </w:tc>
      </w:tr>
      <w:tr w:rsidR="00651B17">
        <w:tc>
          <w:tcPr>
            <w:tcW w:w="4608" w:type="dxa"/>
          </w:tcPr>
          <w:p w:rsidR="00651B17" w:rsidRDefault="00651B17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160" w:type="dxa"/>
          </w:tcPr>
          <w:p w:rsidR="00651B17" w:rsidRDefault="00651B17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:rsidR="00651B17" w:rsidRDefault="00651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7887,2</w:t>
            </w:r>
          </w:p>
        </w:tc>
      </w:tr>
    </w:tbl>
    <w:p w:rsidR="00651B17" w:rsidRDefault="00651B17" w:rsidP="0073118C">
      <w:pPr>
        <w:jc w:val="both"/>
        <w:rPr>
          <w:sz w:val="28"/>
          <w:szCs w:val="28"/>
        </w:rPr>
      </w:pPr>
    </w:p>
    <w:p w:rsidR="00651B17" w:rsidRDefault="00651B17" w:rsidP="007311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приложение №2 к муниципальной программе Ахтанизовского сельского поселения Темрюкского района «Эффективное муниципальное управление» читать в новой редакции (приложение №1);</w:t>
      </w:r>
    </w:p>
    <w:p w:rsidR="00651B17" w:rsidRDefault="00651B17" w:rsidP="007311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 приложении №3 к муниципальной программе Ахтанизовского сельского поселения Темрюкского района «Эффективное муниципальное управление»:</w:t>
      </w:r>
    </w:p>
    <w:p w:rsidR="00651B17" w:rsidRDefault="00651B17" w:rsidP="007311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паспорте подпрограммы «Реализация муниципальных функций, связанных с муниципальным управлением» - «Объемы бюджетных ассигнований подпрограммы» читать в новой редакции:</w:t>
      </w:r>
    </w:p>
    <w:p w:rsidR="00651B17" w:rsidRDefault="00651B17" w:rsidP="0073118C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 финансирования за счет средств местного бюджета составляет 4533,9 тыс. рублей»;</w:t>
      </w:r>
    </w:p>
    <w:p w:rsidR="00651B17" w:rsidRDefault="00651B17" w:rsidP="007311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 раздел 4 «Обоснование ресурсного обеспечения подпрограммы» читать в новой редакции:</w:t>
      </w:r>
    </w:p>
    <w:p w:rsidR="00651B17" w:rsidRDefault="00651B17" w:rsidP="0073118C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 финансовых средств, выделяемых из средств местного бюджета на реализацию подпрограммы, составляет 4533,9 тыс. рублей:</w:t>
      </w:r>
    </w:p>
    <w:p w:rsidR="00651B17" w:rsidRDefault="00651B17" w:rsidP="0073118C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51B17">
        <w:tc>
          <w:tcPr>
            <w:tcW w:w="4248" w:type="dxa"/>
            <w:vMerge w:val="restart"/>
          </w:tcPr>
          <w:p w:rsidR="00651B17" w:rsidRDefault="00651B17">
            <w:pPr>
              <w:rPr>
                <w:b/>
                <w:bCs/>
              </w:rPr>
            </w:pPr>
            <w:r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651B17" w:rsidRDefault="00651B17">
            <w:pPr>
              <w:rPr>
                <w:b/>
                <w:bCs/>
              </w:rPr>
            </w:pPr>
            <w:r>
              <w:t>Источник финансирования</w:t>
            </w:r>
          </w:p>
        </w:tc>
        <w:tc>
          <w:tcPr>
            <w:tcW w:w="4012" w:type="dxa"/>
          </w:tcPr>
          <w:p w:rsidR="00651B17" w:rsidRDefault="00651B17">
            <w:pPr>
              <w:jc w:val="center"/>
              <w:rPr>
                <w:b/>
                <w:bCs/>
              </w:rPr>
            </w:pPr>
            <w:r>
              <w:t>Объем финансирования  подпрограммы, тыс. рублей</w:t>
            </w:r>
          </w:p>
        </w:tc>
      </w:tr>
      <w:tr w:rsidR="00651B17">
        <w:tc>
          <w:tcPr>
            <w:tcW w:w="4248" w:type="dxa"/>
            <w:vMerge/>
            <w:vAlign w:val="center"/>
          </w:tcPr>
          <w:p w:rsidR="00651B17" w:rsidRDefault="00651B17">
            <w:pPr>
              <w:rPr>
                <w:b/>
                <w:bCs/>
              </w:rPr>
            </w:pPr>
          </w:p>
        </w:tc>
        <w:tc>
          <w:tcPr>
            <w:tcW w:w="1399" w:type="dxa"/>
            <w:vMerge/>
            <w:vAlign w:val="center"/>
          </w:tcPr>
          <w:p w:rsidR="00651B17" w:rsidRDefault="00651B17">
            <w:pPr>
              <w:rPr>
                <w:b/>
                <w:bCs/>
              </w:rPr>
            </w:pPr>
          </w:p>
        </w:tc>
        <w:tc>
          <w:tcPr>
            <w:tcW w:w="4012" w:type="dxa"/>
          </w:tcPr>
          <w:p w:rsidR="00651B17" w:rsidRDefault="00651B17">
            <w:pPr>
              <w:jc w:val="center"/>
            </w:pPr>
            <w:r>
              <w:t>2015 год</w:t>
            </w:r>
          </w:p>
        </w:tc>
      </w:tr>
      <w:tr w:rsidR="00651B17">
        <w:tc>
          <w:tcPr>
            <w:tcW w:w="4248" w:type="dxa"/>
          </w:tcPr>
          <w:p w:rsidR="00651B17" w:rsidRDefault="00651B17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399" w:type="dxa"/>
          </w:tcPr>
          <w:p w:rsidR="00651B17" w:rsidRDefault="00651B17">
            <w:pPr>
              <w:jc w:val="both"/>
            </w:pPr>
            <w:r>
              <w:t>Местный бюджет</w:t>
            </w:r>
          </w:p>
        </w:tc>
        <w:tc>
          <w:tcPr>
            <w:tcW w:w="4012" w:type="dxa"/>
          </w:tcPr>
          <w:p w:rsidR="00651B17" w:rsidRDefault="00651B17">
            <w:pPr>
              <w:jc w:val="center"/>
            </w:pPr>
            <w:r>
              <w:t>4533,9</w:t>
            </w:r>
          </w:p>
        </w:tc>
      </w:tr>
    </w:tbl>
    <w:p w:rsidR="00651B17" w:rsidRDefault="00651B17" w:rsidP="0073118C">
      <w:pPr>
        <w:jc w:val="both"/>
        <w:rPr>
          <w:sz w:val="28"/>
          <w:szCs w:val="28"/>
        </w:rPr>
      </w:pPr>
    </w:p>
    <w:p w:rsidR="00651B17" w:rsidRDefault="00651B17" w:rsidP="0073118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5) приложение №2 к подпрограмме «Реализация муниципальных функций, связанных с муниципальным управлением»  читать в новой редакции (приложение №2);</w:t>
      </w:r>
    </w:p>
    <w:p w:rsidR="00651B17" w:rsidRDefault="00651B17" w:rsidP="00F21A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приложении №4 к муниципальной программе Ахтанизовского сельского поселения Темрюкского района «Эффективное муниципальное управление»:</w:t>
      </w:r>
    </w:p>
    <w:p w:rsidR="00651B17" w:rsidRDefault="00651B17" w:rsidP="00F21A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паспорте подпрограммы «Управление муниципальным имуществом» - «Объемы бюджетных ассигнований подпрограммы» читать в новой редакции:</w:t>
      </w:r>
    </w:p>
    <w:p w:rsidR="00651B17" w:rsidRDefault="00651B17" w:rsidP="00F21AEE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 финансирования за счет средств местного бюджета составляет 40,4 тыс. рублей»;</w:t>
      </w:r>
    </w:p>
    <w:p w:rsidR="00651B17" w:rsidRDefault="00651B17" w:rsidP="00F21A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 раздел 4 «Обоснование ресурсного обеспечения подпрограммы» читать в новой редакции:</w:t>
      </w:r>
    </w:p>
    <w:p w:rsidR="00651B17" w:rsidRDefault="00651B17" w:rsidP="00F21AEE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 финансовых средств, выделяемых из средств местного бюджета на реализацию подпрограммы, составляет 40,4 тыс. рублей:</w:t>
      </w:r>
    </w:p>
    <w:p w:rsidR="00651B17" w:rsidRDefault="00651B17" w:rsidP="00F21AEE">
      <w:pPr>
        <w:jc w:val="both"/>
        <w:rPr>
          <w:sz w:val="28"/>
          <w:szCs w:val="28"/>
        </w:rPr>
      </w:pPr>
    </w:p>
    <w:p w:rsidR="00651B17" w:rsidRDefault="00651B17" w:rsidP="00F21AEE">
      <w:pPr>
        <w:jc w:val="both"/>
        <w:rPr>
          <w:sz w:val="28"/>
          <w:szCs w:val="28"/>
        </w:rPr>
      </w:pPr>
    </w:p>
    <w:p w:rsidR="00651B17" w:rsidRDefault="00651B17" w:rsidP="00F21AEE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51B17">
        <w:tc>
          <w:tcPr>
            <w:tcW w:w="4248" w:type="dxa"/>
            <w:vMerge w:val="restart"/>
          </w:tcPr>
          <w:p w:rsidR="00651B17" w:rsidRDefault="00651B17" w:rsidP="003E6FB6">
            <w:pPr>
              <w:rPr>
                <w:b/>
                <w:bCs/>
              </w:rPr>
            </w:pPr>
            <w:r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651B17" w:rsidRDefault="00651B17" w:rsidP="003E6FB6">
            <w:pPr>
              <w:rPr>
                <w:b/>
                <w:bCs/>
              </w:rPr>
            </w:pPr>
            <w:r>
              <w:t>Источник финансирования</w:t>
            </w:r>
          </w:p>
        </w:tc>
        <w:tc>
          <w:tcPr>
            <w:tcW w:w="4012" w:type="dxa"/>
          </w:tcPr>
          <w:p w:rsidR="00651B17" w:rsidRDefault="00651B17" w:rsidP="003E6FB6">
            <w:pPr>
              <w:jc w:val="center"/>
              <w:rPr>
                <w:b/>
                <w:bCs/>
              </w:rPr>
            </w:pPr>
            <w:r>
              <w:t>Объем финансирования  подпрограммы, тыс. рублей</w:t>
            </w:r>
          </w:p>
        </w:tc>
      </w:tr>
      <w:tr w:rsidR="00651B17">
        <w:tc>
          <w:tcPr>
            <w:tcW w:w="4248" w:type="dxa"/>
            <w:vMerge/>
            <w:vAlign w:val="center"/>
          </w:tcPr>
          <w:p w:rsidR="00651B17" w:rsidRDefault="00651B17" w:rsidP="003E6FB6">
            <w:pPr>
              <w:rPr>
                <w:b/>
                <w:bCs/>
              </w:rPr>
            </w:pPr>
          </w:p>
        </w:tc>
        <w:tc>
          <w:tcPr>
            <w:tcW w:w="1399" w:type="dxa"/>
            <w:vMerge/>
            <w:vAlign w:val="center"/>
          </w:tcPr>
          <w:p w:rsidR="00651B17" w:rsidRDefault="00651B17" w:rsidP="003E6FB6">
            <w:pPr>
              <w:rPr>
                <w:b/>
                <w:bCs/>
              </w:rPr>
            </w:pPr>
          </w:p>
        </w:tc>
        <w:tc>
          <w:tcPr>
            <w:tcW w:w="4012" w:type="dxa"/>
          </w:tcPr>
          <w:p w:rsidR="00651B17" w:rsidRDefault="00651B17" w:rsidP="003E6FB6">
            <w:pPr>
              <w:jc w:val="center"/>
            </w:pPr>
            <w:r>
              <w:t>2015 год</w:t>
            </w:r>
          </w:p>
        </w:tc>
      </w:tr>
      <w:tr w:rsidR="00651B17" w:rsidRPr="00F21AEE">
        <w:tc>
          <w:tcPr>
            <w:tcW w:w="4248" w:type="dxa"/>
          </w:tcPr>
          <w:p w:rsidR="00651B17" w:rsidRPr="00F21AEE" w:rsidRDefault="00651B17" w:rsidP="003E6FB6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21AEE">
              <w:rPr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1399" w:type="dxa"/>
          </w:tcPr>
          <w:p w:rsidR="00651B17" w:rsidRPr="00F21AEE" w:rsidRDefault="00651B17" w:rsidP="003E6FB6">
            <w:pPr>
              <w:jc w:val="both"/>
            </w:pPr>
            <w:r w:rsidRPr="00F21AEE">
              <w:t>Местный бюджет</w:t>
            </w:r>
          </w:p>
        </w:tc>
        <w:tc>
          <w:tcPr>
            <w:tcW w:w="4012" w:type="dxa"/>
          </w:tcPr>
          <w:p w:rsidR="00651B17" w:rsidRPr="00F21AEE" w:rsidRDefault="00651B17" w:rsidP="003E6FB6">
            <w:pPr>
              <w:jc w:val="center"/>
            </w:pPr>
            <w:r w:rsidRPr="00F21AEE">
              <w:t>40,4</w:t>
            </w:r>
          </w:p>
        </w:tc>
      </w:tr>
    </w:tbl>
    <w:p w:rsidR="00651B17" w:rsidRDefault="00651B17" w:rsidP="00F21AEE">
      <w:pPr>
        <w:jc w:val="both"/>
        <w:rPr>
          <w:sz w:val="28"/>
          <w:szCs w:val="28"/>
        </w:rPr>
      </w:pPr>
    </w:p>
    <w:p w:rsidR="00651B17" w:rsidRDefault="00651B17" w:rsidP="0073118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7) приложение №2 к подпрограмме «Управление муниципальным имуществом»  читать в новой редакции (приложение №3);</w:t>
      </w:r>
    </w:p>
    <w:p w:rsidR="00651B17" w:rsidRDefault="00651B17" w:rsidP="00995D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8) в приложении №5 к муниципальной программе Ахтанизовского сельского поселения Темрюкского района «Эффективное муниципальное управление»:</w:t>
      </w:r>
    </w:p>
    <w:p w:rsidR="00651B17" w:rsidRDefault="00651B17" w:rsidP="00995D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паспорте подпрограммы «Обеспечение ведения бухгалтерского учета» - «Объемы бюджетных ассигнований подпрограммы» читать в новой редакции:</w:t>
      </w:r>
    </w:p>
    <w:p w:rsidR="00651B17" w:rsidRDefault="00651B17" w:rsidP="00995DF6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 финансирования за счет средств местного бюджета составляет 1399,9 тыс. рублей»;</w:t>
      </w:r>
    </w:p>
    <w:p w:rsidR="00651B17" w:rsidRDefault="00651B17" w:rsidP="00995D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 раздел 4 «Обоснование ресурсного обеспечения подпрограммы» читать в новой редакции:</w:t>
      </w:r>
    </w:p>
    <w:p w:rsidR="00651B17" w:rsidRDefault="00651B17" w:rsidP="00995DF6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 финансовых средств, выделяемых из средств местного бюджета на реализацию подпрограммы, составляет 1399,9 тыс. рублей:</w:t>
      </w:r>
    </w:p>
    <w:p w:rsidR="00651B17" w:rsidRDefault="00651B17" w:rsidP="00995DF6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51B17">
        <w:tc>
          <w:tcPr>
            <w:tcW w:w="4248" w:type="dxa"/>
            <w:vMerge w:val="restart"/>
          </w:tcPr>
          <w:p w:rsidR="00651B17" w:rsidRDefault="00651B17" w:rsidP="002D5105">
            <w:pPr>
              <w:rPr>
                <w:b/>
                <w:bCs/>
              </w:rPr>
            </w:pPr>
            <w:r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651B17" w:rsidRDefault="00651B17" w:rsidP="002D5105">
            <w:pPr>
              <w:rPr>
                <w:b/>
                <w:bCs/>
              </w:rPr>
            </w:pPr>
            <w:r>
              <w:t>Источник финансирования</w:t>
            </w:r>
          </w:p>
        </w:tc>
        <w:tc>
          <w:tcPr>
            <w:tcW w:w="4012" w:type="dxa"/>
          </w:tcPr>
          <w:p w:rsidR="00651B17" w:rsidRDefault="00651B17" w:rsidP="002D5105">
            <w:pPr>
              <w:jc w:val="center"/>
              <w:rPr>
                <w:b/>
                <w:bCs/>
              </w:rPr>
            </w:pPr>
            <w:r>
              <w:t>Объем финансирования  подпрограммы, тыс. рублей</w:t>
            </w:r>
          </w:p>
        </w:tc>
      </w:tr>
      <w:tr w:rsidR="00651B17">
        <w:tc>
          <w:tcPr>
            <w:tcW w:w="4248" w:type="dxa"/>
            <w:vMerge/>
            <w:vAlign w:val="center"/>
          </w:tcPr>
          <w:p w:rsidR="00651B17" w:rsidRDefault="00651B17" w:rsidP="002D5105">
            <w:pPr>
              <w:rPr>
                <w:b/>
                <w:bCs/>
              </w:rPr>
            </w:pPr>
          </w:p>
        </w:tc>
        <w:tc>
          <w:tcPr>
            <w:tcW w:w="1399" w:type="dxa"/>
            <w:vMerge/>
            <w:vAlign w:val="center"/>
          </w:tcPr>
          <w:p w:rsidR="00651B17" w:rsidRDefault="00651B17" w:rsidP="002D5105">
            <w:pPr>
              <w:rPr>
                <w:b/>
                <w:bCs/>
              </w:rPr>
            </w:pPr>
          </w:p>
        </w:tc>
        <w:tc>
          <w:tcPr>
            <w:tcW w:w="4012" w:type="dxa"/>
          </w:tcPr>
          <w:p w:rsidR="00651B17" w:rsidRDefault="00651B17" w:rsidP="002D5105">
            <w:pPr>
              <w:jc w:val="center"/>
            </w:pPr>
            <w:r>
              <w:t>2015 год</w:t>
            </w:r>
          </w:p>
        </w:tc>
      </w:tr>
      <w:tr w:rsidR="00651B17">
        <w:tc>
          <w:tcPr>
            <w:tcW w:w="4248" w:type="dxa"/>
          </w:tcPr>
          <w:p w:rsidR="00651B17" w:rsidRDefault="00651B17" w:rsidP="002D5105">
            <w: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651B17" w:rsidRDefault="00651B17" w:rsidP="002D5105">
            <w:pPr>
              <w:jc w:val="both"/>
            </w:pPr>
            <w:r>
              <w:t>Местный бюджет</w:t>
            </w:r>
          </w:p>
        </w:tc>
        <w:tc>
          <w:tcPr>
            <w:tcW w:w="4012" w:type="dxa"/>
          </w:tcPr>
          <w:p w:rsidR="00651B17" w:rsidRDefault="00651B17" w:rsidP="002D5105">
            <w:pPr>
              <w:jc w:val="center"/>
            </w:pPr>
            <w:r>
              <w:t>1399,9</w:t>
            </w:r>
          </w:p>
        </w:tc>
      </w:tr>
    </w:tbl>
    <w:p w:rsidR="00651B17" w:rsidRDefault="00651B17" w:rsidP="00995DF6">
      <w:pPr>
        <w:jc w:val="both"/>
        <w:rPr>
          <w:sz w:val="28"/>
          <w:szCs w:val="28"/>
        </w:rPr>
      </w:pPr>
    </w:p>
    <w:p w:rsidR="00651B17" w:rsidRDefault="00651B17" w:rsidP="0073118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9) приложение №2 к подпрограмме «Обеспечение ведения бухгалтерского учета» читать в новой редакции (приложение №4);</w:t>
      </w:r>
    </w:p>
    <w:p w:rsidR="00651B17" w:rsidRDefault="00651B17" w:rsidP="00F21A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в приложении №6 к муниципальной программе Ахтанизовского сельского поселения Темрюкского района «Эффективное муниципальное управление»:</w:t>
      </w:r>
    </w:p>
    <w:p w:rsidR="00651B17" w:rsidRDefault="00651B17" w:rsidP="00F21A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паспорте подпрограммы «Содержание здания администрации»  - «Объемы бюджетных ассигнований подпрограммы» читать в новой редакции:</w:t>
      </w:r>
    </w:p>
    <w:p w:rsidR="00651B17" w:rsidRDefault="00651B17" w:rsidP="00F21AEE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 финансирования за счет средств местного бюджета составляет 1913,0 тыс. рублей»;</w:t>
      </w:r>
    </w:p>
    <w:p w:rsidR="00651B17" w:rsidRDefault="00651B17" w:rsidP="00F21A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 раздел 4 «Обоснование ресурсного обеспечения подпрограммы» читать в новой редакции:</w:t>
      </w:r>
    </w:p>
    <w:p w:rsidR="00651B17" w:rsidRDefault="00651B17" w:rsidP="00F21AEE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 финансовых средств, выделяемых из средств местного бюджета на реализацию подпрограммы, составляет 1913,0 тыс. рублей:</w:t>
      </w:r>
    </w:p>
    <w:p w:rsidR="00651B17" w:rsidRDefault="00651B17" w:rsidP="00F21AEE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51B17">
        <w:tc>
          <w:tcPr>
            <w:tcW w:w="4248" w:type="dxa"/>
            <w:vMerge w:val="restart"/>
          </w:tcPr>
          <w:p w:rsidR="00651B17" w:rsidRDefault="00651B17" w:rsidP="003E6FB6">
            <w:pPr>
              <w:rPr>
                <w:b/>
                <w:bCs/>
              </w:rPr>
            </w:pPr>
            <w:r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651B17" w:rsidRDefault="00651B17" w:rsidP="003E6FB6">
            <w:pPr>
              <w:rPr>
                <w:b/>
                <w:bCs/>
              </w:rPr>
            </w:pPr>
            <w:r>
              <w:t>Источник финансирования</w:t>
            </w:r>
          </w:p>
        </w:tc>
        <w:tc>
          <w:tcPr>
            <w:tcW w:w="4012" w:type="dxa"/>
          </w:tcPr>
          <w:p w:rsidR="00651B17" w:rsidRDefault="00651B17" w:rsidP="003E6FB6">
            <w:pPr>
              <w:jc w:val="center"/>
              <w:rPr>
                <w:b/>
                <w:bCs/>
              </w:rPr>
            </w:pPr>
            <w:r>
              <w:t>Объем финансирования  подпрограммы, тыс. рублей</w:t>
            </w:r>
          </w:p>
        </w:tc>
      </w:tr>
      <w:tr w:rsidR="00651B17">
        <w:tc>
          <w:tcPr>
            <w:tcW w:w="4248" w:type="dxa"/>
            <w:vMerge/>
            <w:vAlign w:val="center"/>
          </w:tcPr>
          <w:p w:rsidR="00651B17" w:rsidRDefault="00651B17" w:rsidP="003E6FB6">
            <w:pPr>
              <w:rPr>
                <w:b/>
                <w:bCs/>
              </w:rPr>
            </w:pPr>
          </w:p>
        </w:tc>
        <w:tc>
          <w:tcPr>
            <w:tcW w:w="1399" w:type="dxa"/>
            <w:vMerge/>
            <w:vAlign w:val="center"/>
          </w:tcPr>
          <w:p w:rsidR="00651B17" w:rsidRDefault="00651B17" w:rsidP="003E6FB6">
            <w:pPr>
              <w:rPr>
                <w:b/>
                <w:bCs/>
              </w:rPr>
            </w:pPr>
          </w:p>
        </w:tc>
        <w:tc>
          <w:tcPr>
            <w:tcW w:w="4012" w:type="dxa"/>
          </w:tcPr>
          <w:p w:rsidR="00651B17" w:rsidRDefault="00651B17" w:rsidP="003E6FB6">
            <w:pPr>
              <w:jc w:val="center"/>
            </w:pPr>
            <w:r>
              <w:t>2015 год</w:t>
            </w:r>
          </w:p>
        </w:tc>
      </w:tr>
      <w:tr w:rsidR="00651B17" w:rsidRPr="007A3AB0">
        <w:tc>
          <w:tcPr>
            <w:tcW w:w="4248" w:type="dxa"/>
          </w:tcPr>
          <w:p w:rsidR="00651B17" w:rsidRPr="007A3AB0" w:rsidRDefault="00651B17" w:rsidP="003E6FB6">
            <w:r w:rsidRPr="007A3AB0">
              <w:t>Содержание здания администрации</w:t>
            </w:r>
          </w:p>
        </w:tc>
        <w:tc>
          <w:tcPr>
            <w:tcW w:w="1399" w:type="dxa"/>
          </w:tcPr>
          <w:p w:rsidR="00651B17" w:rsidRPr="007A3AB0" w:rsidRDefault="00651B17" w:rsidP="003E6FB6">
            <w:pPr>
              <w:jc w:val="both"/>
            </w:pPr>
            <w:r w:rsidRPr="007A3AB0">
              <w:t>Местный бюджет</w:t>
            </w:r>
          </w:p>
        </w:tc>
        <w:tc>
          <w:tcPr>
            <w:tcW w:w="4012" w:type="dxa"/>
          </w:tcPr>
          <w:p w:rsidR="00651B17" w:rsidRPr="007A3AB0" w:rsidRDefault="00651B17" w:rsidP="003E6FB6">
            <w:pPr>
              <w:jc w:val="center"/>
            </w:pPr>
            <w:r w:rsidRPr="007A3AB0">
              <w:t>1913,0</w:t>
            </w:r>
          </w:p>
        </w:tc>
      </w:tr>
    </w:tbl>
    <w:p w:rsidR="00651B17" w:rsidRDefault="00651B17" w:rsidP="0073118C">
      <w:pPr>
        <w:tabs>
          <w:tab w:val="left" w:pos="900"/>
        </w:tabs>
        <w:jc w:val="both"/>
        <w:rPr>
          <w:sz w:val="28"/>
          <w:szCs w:val="28"/>
        </w:rPr>
      </w:pPr>
    </w:p>
    <w:p w:rsidR="00651B17" w:rsidRDefault="00651B17" w:rsidP="007A3AB0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51B17" w:rsidRDefault="00651B17" w:rsidP="007A3AB0">
      <w:pPr>
        <w:tabs>
          <w:tab w:val="left" w:pos="900"/>
        </w:tabs>
        <w:jc w:val="both"/>
        <w:rPr>
          <w:sz w:val="28"/>
          <w:szCs w:val="28"/>
        </w:rPr>
      </w:pPr>
    </w:p>
    <w:p w:rsidR="00651B17" w:rsidRDefault="00651B17" w:rsidP="007A3AB0">
      <w:pPr>
        <w:tabs>
          <w:tab w:val="left" w:pos="900"/>
        </w:tabs>
        <w:jc w:val="both"/>
        <w:rPr>
          <w:sz w:val="28"/>
          <w:szCs w:val="28"/>
        </w:rPr>
      </w:pPr>
    </w:p>
    <w:p w:rsidR="00651B17" w:rsidRDefault="00651B17" w:rsidP="0073118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11)</w:t>
      </w:r>
      <w:r w:rsidRPr="007A3AB0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№2 к подпрограмме «Содержание здания администрации»   читать в новой редакции (приложение №5).</w:t>
      </w:r>
    </w:p>
    <w:p w:rsidR="00651B17" w:rsidRDefault="00651B17" w:rsidP="00E555B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sub_4"/>
      <w:r>
        <w:rPr>
          <w:rFonts w:ascii="Times New Roman" w:hAnsi="Times New Roman" w:cs="Times New Roman"/>
          <w:sz w:val="28"/>
          <w:szCs w:val="28"/>
        </w:rPr>
        <w:t>Общему отделу (Педанова) разместить (опубликовать) настоящее постановление на официальном сайте Ахтанизовского сельского поселения Темрюкского района в информационно – телекоммуникационной сети «Интернет».</w:t>
      </w:r>
    </w:p>
    <w:bookmarkEnd w:id="2"/>
    <w:p w:rsidR="00651B17" w:rsidRDefault="00651B17" w:rsidP="00AB7C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Pr="006260D4">
        <w:rPr>
          <w:sz w:val="28"/>
          <w:szCs w:val="28"/>
        </w:rPr>
        <w:t xml:space="preserve">. </w:t>
      </w:r>
      <w:r w:rsidRPr="00BF0170">
        <w:rPr>
          <w:sz w:val="28"/>
          <w:szCs w:val="28"/>
        </w:rPr>
        <w:t>Постановление вступает в силу с</w:t>
      </w:r>
      <w:r>
        <w:rPr>
          <w:sz w:val="28"/>
          <w:szCs w:val="28"/>
        </w:rPr>
        <w:t>о дня</w:t>
      </w:r>
      <w:r w:rsidRPr="00BF0170">
        <w:rPr>
          <w:sz w:val="28"/>
          <w:szCs w:val="28"/>
        </w:rPr>
        <w:t xml:space="preserve"> его </w:t>
      </w:r>
      <w:r>
        <w:rPr>
          <w:sz w:val="28"/>
          <w:szCs w:val="28"/>
        </w:rPr>
        <w:t xml:space="preserve">официального опубликования </w:t>
      </w:r>
      <w:hyperlink r:id="rId6" w:history="1">
        <w:r w:rsidRPr="008A4A88">
          <w:rPr>
            <w:rStyle w:val="Hyperlink"/>
          </w:rPr>
          <w:t>garantf1://36992521.0/</w:t>
        </w:r>
      </w:hyperlink>
      <w:r>
        <w:rPr>
          <w:sz w:val="28"/>
          <w:szCs w:val="28"/>
        </w:rPr>
        <w:t xml:space="preserve"> и распространяет свои действия на правоотношения, возникшие с 1 января 2015 года.</w:t>
      </w:r>
    </w:p>
    <w:p w:rsidR="00651B17" w:rsidRDefault="00651B17" w:rsidP="00AB7C6D">
      <w:pPr>
        <w:ind w:firstLine="900"/>
        <w:jc w:val="both"/>
        <w:rPr>
          <w:sz w:val="28"/>
          <w:szCs w:val="28"/>
        </w:rPr>
      </w:pPr>
    </w:p>
    <w:p w:rsidR="00651B17" w:rsidRDefault="00651B17" w:rsidP="00AB7C6D">
      <w:pPr>
        <w:ind w:firstLine="900"/>
        <w:jc w:val="both"/>
        <w:rPr>
          <w:sz w:val="28"/>
          <w:szCs w:val="28"/>
        </w:rPr>
      </w:pPr>
    </w:p>
    <w:p w:rsidR="00651B17" w:rsidRDefault="00651B17" w:rsidP="00AB7C6D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51B17" w:rsidRPr="00533F2E" w:rsidRDefault="00651B17" w:rsidP="00AB7C6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сельского</w:t>
      </w:r>
    </w:p>
    <w:p w:rsidR="00651B17" w:rsidRPr="00BB3AF8" w:rsidRDefault="00651B17" w:rsidP="00BB3AF8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М.А. Разиевский</w:t>
      </w:r>
    </w:p>
    <w:sectPr w:rsidR="00651B17" w:rsidRPr="00BB3AF8" w:rsidSect="00AB7C6D">
      <w:type w:val="continuous"/>
      <w:pgSz w:w="11906" w:h="16838"/>
      <w:pgMar w:top="22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8C"/>
    <w:rsid w:val="001C28E7"/>
    <w:rsid w:val="002143B6"/>
    <w:rsid w:val="002A456D"/>
    <w:rsid w:val="002D5105"/>
    <w:rsid w:val="003272E3"/>
    <w:rsid w:val="00375168"/>
    <w:rsid w:val="003E6FB6"/>
    <w:rsid w:val="004C7F79"/>
    <w:rsid w:val="004D6C7F"/>
    <w:rsid w:val="004E3359"/>
    <w:rsid w:val="004E5F65"/>
    <w:rsid w:val="00533F2E"/>
    <w:rsid w:val="006260D4"/>
    <w:rsid w:val="00651B17"/>
    <w:rsid w:val="00663E84"/>
    <w:rsid w:val="0073118C"/>
    <w:rsid w:val="007A3AB0"/>
    <w:rsid w:val="008A4A88"/>
    <w:rsid w:val="008D32AA"/>
    <w:rsid w:val="00910F48"/>
    <w:rsid w:val="00995DF6"/>
    <w:rsid w:val="009A372D"/>
    <w:rsid w:val="00A837A7"/>
    <w:rsid w:val="00AB7C6D"/>
    <w:rsid w:val="00BB3AF8"/>
    <w:rsid w:val="00BF0170"/>
    <w:rsid w:val="00C3346F"/>
    <w:rsid w:val="00D2188C"/>
    <w:rsid w:val="00D81096"/>
    <w:rsid w:val="00E555BF"/>
    <w:rsid w:val="00EC1FBD"/>
    <w:rsid w:val="00F21AEE"/>
    <w:rsid w:val="00F6680D"/>
    <w:rsid w:val="00F81CE5"/>
    <w:rsid w:val="00F85F1E"/>
    <w:rsid w:val="00FD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1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11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Нормальный (таблица)"/>
    <w:basedOn w:val="Normal"/>
    <w:next w:val="Normal"/>
    <w:uiPriority w:val="99"/>
    <w:rsid w:val="0073118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3118C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character" w:customStyle="1" w:styleId="a0">
    <w:name w:val="Гипертекстовая ссылка"/>
    <w:uiPriority w:val="99"/>
    <w:rsid w:val="0073118C"/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rsid w:val="007311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118C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8A4A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9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4</Pages>
  <Words>973</Words>
  <Characters>5548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</cp:lastModifiedBy>
  <cp:revision>20</cp:revision>
  <cp:lastPrinted>2015-07-13T16:32:00Z</cp:lastPrinted>
  <dcterms:created xsi:type="dcterms:W3CDTF">2015-07-09T13:48:00Z</dcterms:created>
  <dcterms:modified xsi:type="dcterms:W3CDTF">2016-01-11T04:42:00Z</dcterms:modified>
</cp:coreProperties>
</file>