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DC8" w:rsidRDefault="008E3DC8" w:rsidP="00EE04F0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ПРИЛОЖНИЕ № 4</w:t>
      </w:r>
    </w:p>
    <w:p w:rsidR="008E3DC8" w:rsidRPr="00EE04F0" w:rsidRDefault="008E3DC8" w:rsidP="00EE04F0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EE04F0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 </w:t>
      </w:r>
      <w:hyperlink r:id="rId4" w:anchor="sub_1000" w:history="1">
        <w:r w:rsidRPr="00EE04F0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административному регламенту</w:t>
        </w:r>
      </w:hyperlink>
    </w:p>
    <w:p w:rsidR="008E3DC8" w:rsidRPr="00EE04F0" w:rsidRDefault="008E3DC8" w:rsidP="00EE04F0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</w:t>
      </w:r>
      <w:r w:rsidRPr="00EE04F0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предоставления муниципальной услуги</w:t>
      </w:r>
    </w:p>
    <w:p w:rsidR="008E3DC8" w:rsidRDefault="008E3DC8" w:rsidP="00EE04F0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AC27BA">
        <w:rPr>
          <w:rFonts w:ascii="Times New Roman" w:hAnsi="Times New Roman" w:cs="Times New Roman"/>
          <w:sz w:val="28"/>
          <w:szCs w:val="28"/>
        </w:rPr>
        <w:t xml:space="preserve">«Предоставление выписки из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E3DC8" w:rsidRPr="00AC27BA" w:rsidRDefault="008E3DC8" w:rsidP="00EE04F0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C27BA">
        <w:rPr>
          <w:rFonts w:ascii="Times New Roman" w:hAnsi="Times New Roman" w:cs="Times New Roman"/>
          <w:sz w:val="28"/>
          <w:szCs w:val="28"/>
        </w:rPr>
        <w:t>похозяйственной книги»</w:t>
      </w:r>
    </w:p>
    <w:p w:rsidR="008E3DC8" w:rsidRDefault="008E3DC8" w:rsidP="00EE04F0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</w:p>
    <w:p w:rsidR="008E3DC8" w:rsidRDefault="008E3DC8" w:rsidP="00EE0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DC8" w:rsidRDefault="008E3DC8" w:rsidP="00EE04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О Б Р А З Е Ц</w:t>
      </w:r>
    </w:p>
    <w:p w:rsidR="008E3DC8" w:rsidRDefault="008E3DC8" w:rsidP="00EE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Петровой М.П..</w:t>
      </w:r>
    </w:p>
    <w:p w:rsidR="008E3DC8" w:rsidRDefault="008E3DC8" w:rsidP="00EE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Мира ул., д. 8</w:t>
      </w:r>
    </w:p>
    <w:p w:rsidR="008E3DC8" w:rsidRDefault="008E3DC8" w:rsidP="00D2724A">
      <w:pPr>
        <w:tabs>
          <w:tab w:val="left" w:pos="6379"/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ст. Ахтанизовская</w:t>
      </w:r>
    </w:p>
    <w:p w:rsidR="008E3DC8" w:rsidRDefault="008E3DC8" w:rsidP="00D272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3DC8" w:rsidRDefault="008E3DC8" w:rsidP="00D2724A">
      <w:pPr>
        <w:tabs>
          <w:tab w:val="left" w:pos="6379"/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724A">
        <w:rPr>
          <w:rFonts w:ascii="Times New Roman" w:hAnsi="Times New Roman" w:cs="Times New Roman"/>
          <w:sz w:val="28"/>
          <w:szCs w:val="28"/>
        </w:rPr>
        <w:t>УВЕДОМЛЕНИЕ</w:t>
      </w:r>
    </w:p>
    <w:p w:rsidR="008E3DC8" w:rsidRPr="00EE04F0" w:rsidRDefault="008E3DC8" w:rsidP="00B470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выдаче справки</w:t>
      </w:r>
    </w:p>
    <w:p w:rsidR="008E3DC8" w:rsidRDefault="008E3DC8" w:rsidP="00EE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3DC8" w:rsidRDefault="008E3DC8" w:rsidP="00EE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3DC8" w:rsidRDefault="008E3DC8" w:rsidP="0050487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Уважаемая Мария Петровна!</w:t>
      </w:r>
    </w:p>
    <w:p w:rsidR="008E3DC8" w:rsidRDefault="008E3DC8" w:rsidP="0050487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DC8" w:rsidRDefault="008E3DC8" w:rsidP="005048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141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 2.6. раздела 2 административного регламента предоставления муниципальной услуги  «</w:t>
      </w:r>
      <w:r w:rsidRPr="00AC27BA">
        <w:rPr>
          <w:rFonts w:ascii="Times New Roman" w:hAnsi="Times New Roman" w:cs="Times New Roman"/>
          <w:sz w:val="28"/>
          <w:szCs w:val="28"/>
        </w:rPr>
        <w:t xml:space="preserve">Предоставление выписки из похозяйственной книги» </w:t>
      </w:r>
      <w:r>
        <w:rPr>
          <w:rFonts w:ascii="Times New Roman" w:hAnsi="Times New Roman" w:cs="Times New Roman"/>
          <w:sz w:val="28"/>
          <w:szCs w:val="28"/>
        </w:rPr>
        <w:t>Вами предоставлен не полный пакет документов для выдачи справки о ____________. Отсутствует документ ______________.</w:t>
      </w:r>
    </w:p>
    <w:p w:rsidR="008E3DC8" w:rsidRDefault="008E3DC8" w:rsidP="005048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вышеизложенным, администрация Ахтанизовского сельского  поселения Темрюкского района отказывает Вам в выдаче справки о ______.</w:t>
      </w:r>
    </w:p>
    <w:p w:rsidR="008E3DC8" w:rsidRDefault="008E3DC8" w:rsidP="004D5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DC8" w:rsidRDefault="008E3DC8" w:rsidP="004D5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DC8" w:rsidRDefault="008E3DC8" w:rsidP="004D5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DC8" w:rsidRDefault="008E3DC8" w:rsidP="004D5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Ахтанизовского сельского  </w:t>
      </w:r>
    </w:p>
    <w:p w:rsidR="008E3DC8" w:rsidRDefault="008E3DC8" w:rsidP="004D5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М.А. Разиевский                                                                     </w:t>
      </w:r>
    </w:p>
    <w:p w:rsidR="008E3DC8" w:rsidRDefault="008E3DC8" w:rsidP="004D5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DC8" w:rsidRDefault="008E3DC8" w:rsidP="004D5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DC8" w:rsidRDefault="008E3DC8" w:rsidP="00AC27BA">
      <w:pPr>
        <w:spacing w:after="0" w:line="240" w:lineRule="auto"/>
        <w:jc w:val="both"/>
        <w:rPr>
          <w:rFonts w:cs="Times New Roman"/>
        </w:rPr>
      </w:pPr>
    </w:p>
    <w:sectPr w:rsidR="008E3DC8" w:rsidSect="00D367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04F0"/>
    <w:rsid w:val="00000B1B"/>
    <w:rsid w:val="00002B15"/>
    <w:rsid w:val="0000399F"/>
    <w:rsid w:val="00004F72"/>
    <w:rsid w:val="00005AEC"/>
    <w:rsid w:val="0000742E"/>
    <w:rsid w:val="00011B92"/>
    <w:rsid w:val="00013602"/>
    <w:rsid w:val="00014321"/>
    <w:rsid w:val="000149BE"/>
    <w:rsid w:val="00016FD3"/>
    <w:rsid w:val="0002054D"/>
    <w:rsid w:val="00022864"/>
    <w:rsid w:val="000237DA"/>
    <w:rsid w:val="00025C6B"/>
    <w:rsid w:val="00025DE8"/>
    <w:rsid w:val="000269A4"/>
    <w:rsid w:val="000276F1"/>
    <w:rsid w:val="000302BE"/>
    <w:rsid w:val="00030491"/>
    <w:rsid w:val="00030E6D"/>
    <w:rsid w:val="0003559E"/>
    <w:rsid w:val="00035DD2"/>
    <w:rsid w:val="00042264"/>
    <w:rsid w:val="00042574"/>
    <w:rsid w:val="00043875"/>
    <w:rsid w:val="00044477"/>
    <w:rsid w:val="00045C6B"/>
    <w:rsid w:val="00050D0F"/>
    <w:rsid w:val="000518A9"/>
    <w:rsid w:val="00053886"/>
    <w:rsid w:val="00053A4F"/>
    <w:rsid w:val="00053C95"/>
    <w:rsid w:val="000551A3"/>
    <w:rsid w:val="000620B9"/>
    <w:rsid w:val="0006309B"/>
    <w:rsid w:val="00064269"/>
    <w:rsid w:val="00066F03"/>
    <w:rsid w:val="0007112B"/>
    <w:rsid w:val="000722D9"/>
    <w:rsid w:val="00074261"/>
    <w:rsid w:val="00091F30"/>
    <w:rsid w:val="00092886"/>
    <w:rsid w:val="00097FE5"/>
    <w:rsid w:val="000A1F76"/>
    <w:rsid w:val="000A6FA2"/>
    <w:rsid w:val="000B089E"/>
    <w:rsid w:val="000B12EB"/>
    <w:rsid w:val="000B201D"/>
    <w:rsid w:val="000B2DA5"/>
    <w:rsid w:val="000B51CA"/>
    <w:rsid w:val="000B52F3"/>
    <w:rsid w:val="000B6058"/>
    <w:rsid w:val="000B7E7B"/>
    <w:rsid w:val="000C318D"/>
    <w:rsid w:val="000C6ED0"/>
    <w:rsid w:val="000D0E1F"/>
    <w:rsid w:val="000D1DC8"/>
    <w:rsid w:val="000D461D"/>
    <w:rsid w:val="000E0DDC"/>
    <w:rsid w:val="000E1493"/>
    <w:rsid w:val="000E19CF"/>
    <w:rsid w:val="000E40BB"/>
    <w:rsid w:val="000E7422"/>
    <w:rsid w:val="000F52C3"/>
    <w:rsid w:val="000F69AC"/>
    <w:rsid w:val="00101E10"/>
    <w:rsid w:val="001046F4"/>
    <w:rsid w:val="001062E3"/>
    <w:rsid w:val="001063BD"/>
    <w:rsid w:val="00110B26"/>
    <w:rsid w:val="00110B78"/>
    <w:rsid w:val="00110E32"/>
    <w:rsid w:val="00112D44"/>
    <w:rsid w:val="0011475E"/>
    <w:rsid w:val="00114E32"/>
    <w:rsid w:val="00114EFD"/>
    <w:rsid w:val="00120C70"/>
    <w:rsid w:val="001223DE"/>
    <w:rsid w:val="0012291C"/>
    <w:rsid w:val="00126878"/>
    <w:rsid w:val="00127D61"/>
    <w:rsid w:val="00130B4F"/>
    <w:rsid w:val="0013114F"/>
    <w:rsid w:val="00131157"/>
    <w:rsid w:val="00132362"/>
    <w:rsid w:val="00134D2F"/>
    <w:rsid w:val="00136047"/>
    <w:rsid w:val="00147C0C"/>
    <w:rsid w:val="001504FB"/>
    <w:rsid w:val="001524FD"/>
    <w:rsid w:val="00153BAE"/>
    <w:rsid w:val="00153FB5"/>
    <w:rsid w:val="001544CA"/>
    <w:rsid w:val="0015554F"/>
    <w:rsid w:val="00155FFB"/>
    <w:rsid w:val="00161651"/>
    <w:rsid w:val="00161E49"/>
    <w:rsid w:val="00163E23"/>
    <w:rsid w:val="00165775"/>
    <w:rsid w:val="00167507"/>
    <w:rsid w:val="00171BB4"/>
    <w:rsid w:val="001728CE"/>
    <w:rsid w:val="00172B47"/>
    <w:rsid w:val="00180078"/>
    <w:rsid w:val="0018171E"/>
    <w:rsid w:val="00181B4B"/>
    <w:rsid w:val="001825B6"/>
    <w:rsid w:val="00182FD1"/>
    <w:rsid w:val="001832A3"/>
    <w:rsid w:val="001836F2"/>
    <w:rsid w:val="00184090"/>
    <w:rsid w:val="001862F6"/>
    <w:rsid w:val="00186A22"/>
    <w:rsid w:val="00187596"/>
    <w:rsid w:val="00187E12"/>
    <w:rsid w:val="001913BD"/>
    <w:rsid w:val="001A0154"/>
    <w:rsid w:val="001A260D"/>
    <w:rsid w:val="001A2CED"/>
    <w:rsid w:val="001B1204"/>
    <w:rsid w:val="001B1248"/>
    <w:rsid w:val="001B37B8"/>
    <w:rsid w:val="001B48D4"/>
    <w:rsid w:val="001B565B"/>
    <w:rsid w:val="001B6563"/>
    <w:rsid w:val="001B7FC3"/>
    <w:rsid w:val="001C04A4"/>
    <w:rsid w:val="001C291D"/>
    <w:rsid w:val="001C55AE"/>
    <w:rsid w:val="001C59E0"/>
    <w:rsid w:val="001D1B0D"/>
    <w:rsid w:val="001E046D"/>
    <w:rsid w:val="001E264D"/>
    <w:rsid w:val="001E29E4"/>
    <w:rsid w:val="001E4660"/>
    <w:rsid w:val="001E5C55"/>
    <w:rsid w:val="001E6389"/>
    <w:rsid w:val="001E73EB"/>
    <w:rsid w:val="001F0C45"/>
    <w:rsid w:val="001F3DC6"/>
    <w:rsid w:val="00200454"/>
    <w:rsid w:val="0020354F"/>
    <w:rsid w:val="00203BBA"/>
    <w:rsid w:val="00203EE8"/>
    <w:rsid w:val="00204876"/>
    <w:rsid w:val="00205A7B"/>
    <w:rsid w:val="002063C3"/>
    <w:rsid w:val="00206430"/>
    <w:rsid w:val="002101C0"/>
    <w:rsid w:val="002110F1"/>
    <w:rsid w:val="00213F46"/>
    <w:rsid w:val="0022014C"/>
    <w:rsid w:val="0022039D"/>
    <w:rsid w:val="00225047"/>
    <w:rsid w:val="0022548E"/>
    <w:rsid w:val="00234903"/>
    <w:rsid w:val="00235568"/>
    <w:rsid w:val="00241F38"/>
    <w:rsid w:val="002437A8"/>
    <w:rsid w:val="00250C34"/>
    <w:rsid w:val="00251765"/>
    <w:rsid w:val="00251770"/>
    <w:rsid w:val="002568CD"/>
    <w:rsid w:val="00265BD0"/>
    <w:rsid w:val="00267A88"/>
    <w:rsid w:val="00270974"/>
    <w:rsid w:val="00271B1E"/>
    <w:rsid w:val="002724D2"/>
    <w:rsid w:val="00274A66"/>
    <w:rsid w:val="00274C12"/>
    <w:rsid w:val="0027533B"/>
    <w:rsid w:val="00276D8E"/>
    <w:rsid w:val="00280CF4"/>
    <w:rsid w:val="002866AB"/>
    <w:rsid w:val="0028687A"/>
    <w:rsid w:val="00290985"/>
    <w:rsid w:val="00290AEE"/>
    <w:rsid w:val="00297931"/>
    <w:rsid w:val="002A471D"/>
    <w:rsid w:val="002A50B0"/>
    <w:rsid w:val="002A67DB"/>
    <w:rsid w:val="002A6F82"/>
    <w:rsid w:val="002A7258"/>
    <w:rsid w:val="002A7513"/>
    <w:rsid w:val="002A7E15"/>
    <w:rsid w:val="002B010A"/>
    <w:rsid w:val="002B1CE4"/>
    <w:rsid w:val="002B309E"/>
    <w:rsid w:val="002B41AE"/>
    <w:rsid w:val="002B429C"/>
    <w:rsid w:val="002B5CD3"/>
    <w:rsid w:val="002C2148"/>
    <w:rsid w:val="002C2BC6"/>
    <w:rsid w:val="002C383F"/>
    <w:rsid w:val="002C4605"/>
    <w:rsid w:val="002C4CB5"/>
    <w:rsid w:val="002C6891"/>
    <w:rsid w:val="002C7039"/>
    <w:rsid w:val="002D3AD8"/>
    <w:rsid w:val="002D46F1"/>
    <w:rsid w:val="002D4B26"/>
    <w:rsid w:val="002D552F"/>
    <w:rsid w:val="002E16AC"/>
    <w:rsid w:val="002E1A1E"/>
    <w:rsid w:val="002E1DCE"/>
    <w:rsid w:val="002E7880"/>
    <w:rsid w:val="002F3445"/>
    <w:rsid w:val="002F5394"/>
    <w:rsid w:val="002F5FDA"/>
    <w:rsid w:val="002F64A7"/>
    <w:rsid w:val="0030205F"/>
    <w:rsid w:val="00303DDC"/>
    <w:rsid w:val="00307836"/>
    <w:rsid w:val="00311149"/>
    <w:rsid w:val="0031291D"/>
    <w:rsid w:val="00314033"/>
    <w:rsid w:val="003140C6"/>
    <w:rsid w:val="003141BC"/>
    <w:rsid w:val="003148EA"/>
    <w:rsid w:val="00315684"/>
    <w:rsid w:val="003168C1"/>
    <w:rsid w:val="00317A71"/>
    <w:rsid w:val="0032092B"/>
    <w:rsid w:val="00323F56"/>
    <w:rsid w:val="00324741"/>
    <w:rsid w:val="003267ED"/>
    <w:rsid w:val="00326BEB"/>
    <w:rsid w:val="00326FFC"/>
    <w:rsid w:val="003304AF"/>
    <w:rsid w:val="00330A04"/>
    <w:rsid w:val="003319BE"/>
    <w:rsid w:val="003319C4"/>
    <w:rsid w:val="0033387C"/>
    <w:rsid w:val="003349AA"/>
    <w:rsid w:val="003349EA"/>
    <w:rsid w:val="00335296"/>
    <w:rsid w:val="0033733D"/>
    <w:rsid w:val="00337525"/>
    <w:rsid w:val="0033776E"/>
    <w:rsid w:val="003425FF"/>
    <w:rsid w:val="003436AE"/>
    <w:rsid w:val="00347077"/>
    <w:rsid w:val="0035112D"/>
    <w:rsid w:val="003524D6"/>
    <w:rsid w:val="00354EC4"/>
    <w:rsid w:val="00357D6A"/>
    <w:rsid w:val="00357E92"/>
    <w:rsid w:val="00361338"/>
    <w:rsid w:val="0036382B"/>
    <w:rsid w:val="0036620E"/>
    <w:rsid w:val="00367665"/>
    <w:rsid w:val="00367B20"/>
    <w:rsid w:val="00370D5F"/>
    <w:rsid w:val="00372A77"/>
    <w:rsid w:val="00373221"/>
    <w:rsid w:val="00373F95"/>
    <w:rsid w:val="00380601"/>
    <w:rsid w:val="00382BC2"/>
    <w:rsid w:val="0038386E"/>
    <w:rsid w:val="00384A08"/>
    <w:rsid w:val="00384DC3"/>
    <w:rsid w:val="0039186F"/>
    <w:rsid w:val="00392923"/>
    <w:rsid w:val="00392AA4"/>
    <w:rsid w:val="00394AD1"/>
    <w:rsid w:val="003957BB"/>
    <w:rsid w:val="00396075"/>
    <w:rsid w:val="00397958"/>
    <w:rsid w:val="003A0615"/>
    <w:rsid w:val="003A0764"/>
    <w:rsid w:val="003A1572"/>
    <w:rsid w:val="003A3312"/>
    <w:rsid w:val="003A56D7"/>
    <w:rsid w:val="003B012E"/>
    <w:rsid w:val="003B1673"/>
    <w:rsid w:val="003B1C11"/>
    <w:rsid w:val="003B342F"/>
    <w:rsid w:val="003B3F6C"/>
    <w:rsid w:val="003B7796"/>
    <w:rsid w:val="003C1024"/>
    <w:rsid w:val="003C2310"/>
    <w:rsid w:val="003C3608"/>
    <w:rsid w:val="003C5AEC"/>
    <w:rsid w:val="003C6B15"/>
    <w:rsid w:val="003D49AA"/>
    <w:rsid w:val="003D5BC2"/>
    <w:rsid w:val="003D5F83"/>
    <w:rsid w:val="003D61F5"/>
    <w:rsid w:val="003E190F"/>
    <w:rsid w:val="003E1941"/>
    <w:rsid w:val="003E320E"/>
    <w:rsid w:val="003E3EA6"/>
    <w:rsid w:val="003E6017"/>
    <w:rsid w:val="003E6B97"/>
    <w:rsid w:val="003F03A1"/>
    <w:rsid w:val="003F269A"/>
    <w:rsid w:val="003F26BF"/>
    <w:rsid w:val="00400288"/>
    <w:rsid w:val="00400F37"/>
    <w:rsid w:val="0040522F"/>
    <w:rsid w:val="00405FAB"/>
    <w:rsid w:val="00410023"/>
    <w:rsid w:val="004136AD"/>
    <w:rsid w:val="00414749"/>
    <w:rsid w:val="004162D9"/>
    <w:rsid w:val="00416CB0"/>
    <w:rsid w:val="00417AD8"/>
    <w:rsid w:val="0042199E"/>
    <w:rsid w:val="004223DD"/>
    <w:rsid w:val="004257D1"/>
    <w:rsid w:val="004261EA"/>
    <w:rsid w:val="0043141B"/>
    <w:rsid w:val="00433354"/>
    <w:rsid w:val="0043726C"/>
    <w:rsid w:val="004374D0"/>
    <w:rsid w:val="00437526"/>
    <w:rsid w:val="0044007F"/>
    <w:rsid w:val="004410D9"/>
    <w:rsid w:val="00441D31"/>
    <w:rsid w:val="00441D5B"/>
    <w:rsid w:val="004435CD"/>
    <w:rsid w:val="004440F2"/>
    <w:rsid w:val="0044490C"/>
    <w:rsid w:val="00445899"/>
    <w:rsid w:val="004462F2"/>
    <w:rsid w:val="00447659"/>
    <w:rsid w:val="00450ABF"/>
    <w:rsid w:val="004608C9"/>
    <w:rsid w:val="00463BEC"/>
    <w:rsid w:val="004644B4"/>
    <w:rsid w:val="00465A33"/>
    <w:rsid w:val="00470E7B"/>
    <w:rsid w:val="004714B9"/>
    <w:rsid w:val="00473C65"/>
    <w:rsid w:val="00474D2B"/>
    <w:rsid w:val="00475BC9"/>
    <w:rsid w:val="00475E43"/>
    <w:rsid w:val="004767DA"/>
    <w:rsid w:val="00477288"/>
    <w:rsid w:val="004810AF"/>
    <w:rsid w:val="00482593"/>
    <w:rsid w:val="00484076"/>
    <w:rsid w:val="004863E6"/>
    <w:rsid w:val="00486839"/>
    <w:rsid w:val="0049025A"/>
    <w:rsid w:val="0049190E"/>
    <w:rsid w:val="00496A10"/>
    <w:rsid w:val="00497C5B"/>
    <w:rsid w:val="004A2714"/>
    <w:rsid w:val="004A317C"/>
    <w:rsid w:val="004A357A"/>
    <w:rsid w:val="004A48B6"/>
    <w:rsid w:val="004B0804"/>
    <w:rsid w:val="004B0EAC"/>
    <w:rsid w:val="004B16B6"/>
    <w:rsid w:val="004B3855"/>
    <w:rsid w:val="004B3E70"/>
    <w:rsid w:val="004B63C2"/>
    <w:rsid w:val="004B6D08"/>
    <w:rsid w:val="004C0765"/>
    <w:rsid w:val="004C1D89"/>
    <w:rsid w:val="004D1940"/>
    <w:rsid w:val="004D4676"/>
    <w:rsid w:val="004D4A02"/>
    <w:rsid w:val="004D5876"/>
    <w:rsid w:val="004D62D9"/>
    <w:rsid w:val="004E2211"/>
    <w:rsid w:val="004E3E2B"/>
    <w:rsid w:val="004E50C9"/>
    <w:rsid w:val="004E65FA"/>
    <w:rsid w:val="004F1C5D"/>
    <w:rsid w:val="004F2953"/>
    <w:rsid w:val="004F39AB"/>
    <w:rsid w:val="004F47DE"/>
    <w:rsid w:val="00500A35"/>
    <w:rsid w:val="0050104B"/>
    <w:rsid w:val="00502B02"/>
    <w:rsid w:val="005045AA"/>
    <w:rsid w:val="00504877"/>
    <w:rsid w:val="005072C7"/>
    <w:rsid w:val="00512ED7"/>
    <w:rsid w:val="00513E91"/>
    <w:rsid w:val="005148D1"/>
    <w:rsid w:val="00517A92"/>
    <w:rsid w:val="00517D6F"/>
    <w:rsid w:val="005202F6"/>
    <w:rsid w:val="0052053D"/>
    <w:rsid w:val="00520E83"/>
    <w:rsid w:val="00521685"/>
    <w:rsid w:val="00522487"/>
    <w:rsid w:val="00524B10"/>
    <w:rsid w:val="00526355"/>
    <w:rsid w:val="00527F11"/>
    <w:rsid w:val="00530DE7"/>
    <w:rsid w:val="00532641"/>
    <w:rsid w:val="00532D51"/>
    <w:rsid w:val="00533AFD"/>
    <w:rsid w:val="00533CF5"/>
    <w:rsid w:val="00534964"/>
    <w:rsid w:val="005352C9"/>
    <w:rsid w:val="00535679"/>
    <w:rsid w:val="00536B80"/>
    <w:rsid w:val="0053793D"/>
    <w:rsid w:val="00541337"/>
    <w:rsid w:val="00541E31"/>
    <w:rsid w:val="00542B9E"/>
    <w:rsid w:val="00542D00"/>
    <w:rsid w:val="00544B5F"/>
    <w:rsid w:val="005532CC"/>
    <w:rsid w:val="00553761"/>
    <w:rsid w:val="00557079"/>
    <w:rsid w:val="005618EA"/>
    <w:rsid w:val="00562C14"/>
    <w:rsid w:val="00563E9A"/>
    <w:rsid w:val="005670A6"/>
    <w:rsid w:val="00571D64"/>
    <w:rsid w:val="0057299B"/>
    <w:rsid w:val="00577E80"/>
    <w:rsid w:val="00583728"/>
    <w:rsid w:val="00587F26"/>
    <w:rsid w:val="005951B7"/>
    <w:rsid w:val="005963F7"/>
    <w:rsid w:val="005A0439"/>
    <w:rsid w:val="005A26CF"/>
    <w:rsid w:val="005A73E0"/>
    <w:rsid w:val="005A79E2"/>
    <w:rsid w:val="005A7EC8"/>
    <w:rsid w:val="005B0975"/>
    <w:rsid w:val="005B4DC3"/>
    <w:rsid w:val="005C04B6"/>
    <w:rsid w:val="005C233B"/>
    <w:rsid w:val="005C2786"/>
    <w:rsid w:val="005C35F6"/>
    <w:rsid w:val="005C446D"/>
    <w:rsid w:val="005C4703"/>
    <w:rsid w:val="005D0340"/>
    <w:rsid w:val="005D075F"/>
    <w:rsid w:val="005D276B"/>
    <w:rsid w:val="005D6BEE"/>
    <w:rsid w:val="005D72B1"/>
    <w:rsid w:val="005D77F4"/>
    <w:rsid w:val="005D7D41"/>
    <w:rsid w:val="005E00BD"/>
    <w:rsid w:val="005E5828"/>
    <w:rsid w:val="005F2D63"/>
    <w:rsid w:val="005F47E0"/>
    <w:rsid w:val="005F63D1"/>
    <w:rsid w:val="005F7591"/>
    <w:rsid w:val="00600DE6"/>
    <w:rsid w:val="00605B01"/>
    <w:rsid w:val="006063B8"/>
    <w:rsid w:val="00606642"/>
    <w:rsid w:val="00611A99"/>
    <w:rsid w:val="006165AF"/>
    <w:rsid w:val="00616A6B"/>
    <w:rsid w:val="0062144C"/>
    <w:rsid w:val="00622D8B"/>
    <w:rsid w:val="00623C22"/>
    <w:rsid w:val="00625908"/>
    <w:rsid w:val="00632497"/>
    <w:rsid w:val="00633890"/>
    <w:rsid w:val="00634FDE"/>
    <w:rsid w:val="0063705C"/>
    <w:rsid w:val="00641CD9"/>
    <w:rsid w:val="0064308A"/>
    <w:rsid w:val="00645997"/>
    <w:rsid w:val="00645DEF"/>
    <w:rsid w:val="00647555"/>
    <w:rsid w:val="006475B0"/>
    <w:rsid w:val="00650033"/>
    <w:rsid w:val="006523D8"/>
    <w:rsid w:val="00654055"/>
    <w:rsid w:val="00654D87"/>
    <w:rsid w:val="00656297"/>
    <w:rsid w:val="00660408"/>
    <w:rsid w:val="006615DE"/>
    <w:rsid w:val="00664D61"/>
    <w:rsid w:val="0066521B"/>
    <w:rsid w:val="00665651"/>
    <w:rsid w:val="006669E8"/>
    <w:rsid w:val="00666B44"/>
    <w:rsid w:val="00673FDD"/>
    <w:rsid w:val="006741F1"/>
    <w:rsid w:val="006744C0"/>
    <w:rsid w:val="006754D3"/>
    <w:rsid w:val="00676CDE"/>
    <w:rsid w:val="006815E1"/>
    <w:rsid w:val="00682747"/>
    <w:rsid w:val="006859FA"/>
    <w:rsid w:val="00690C79"/>
    <w:rsid w:val="00692CFC"/>
    <w:rsid w:val="00697E37"/>
    <w:rsid w:val="006A3278"/>
    <w:rsid w:val="006A52A9"/>
    <w:rsid w:val="006A6D52"/>
    <w:rsid w:val="006A78F3"/>
    <w:rsid w:val="006B1B49"/>
    <w:rsid w:val="006B418E"/>
    <w:rsid w:val="006B682A"/>
    <w:rsid w:val="006B6861"/>
    <w:rsid w:val="006B6C74"/>
    <w:rsid w:val="006C05D4"/>
    <w:rsid w:val="006C47AC"/>
    <w:rsid w:val="006C4B80"/>
    <w:rsid w:val="006C62C8"/>
    <w:rsid w:val="006D2E00"/>
    <w:rsid w:val="006D3F89"/>
    <w:rsid w:val="006D5DCE"/>
    <w:rsid w:val="006E038C"/>
    <w:rsid w:val="006E06DD"/>
    <w:rsid w:val="006E14C6"/>
    <w:rsid w:val="006E270F"/>
    <w:rsid w:val="006F10BB"/>
    <w:rsid w:val="006F23C7"/>
    <w:rsid w:val="006F28C2"/>
    <w:rsid w:val="00701132"/>
    <w:rsid w:val="00702DD6"/>
    <w:rsid w:val="0070363B"/>
    <w:rsid w:val="007048C7"/>
    <w:rsid w:val="00704C5A"/>
    <w:rsid w:val="0070566C"/>
    <w:rsid w:val="00705C85"/>
    <w:rsid w:val="0070618B"/>
    <w:rsid w:val="00712092"/>
    <w:rsid w:val="00713CBB"/>
    <w:rsid w:val="00716254"/>
    <w:rsid w:val="00720E87"/>
    <w:rsid w:val="00721FFE"/>
    <w:rsid w:val="00724521"/>
    <w:rsid w:val="00724755"/>
    <w:rsid w:val="00724A3A"/>
    <w:rsid w:val="00725CB6"/>
    <w:rsid w:val="0072699F"/>
    <w:rsid w:val="00730260"/>
    <w:rsid w:val="0073349D"/>
    <w:rsid w:val="00734314"/>
    <w:rsid w:val="00734614"/>
    <w:rsid w:val="00736459"/>
    <w:rsid w:val="00736F8E"/>
    <w:rsid w:val="00740877"/>
    <w:rsid w:val="007450F1"/>
    <w:rsid w:val="00751278"/>
    <w:rsid w:val="00752538"/>
    <w:rsid w:val="00755D03"/>
    <w:rsid w:val="00755F0C"/>
    <w:rsid w:val="00756F3E"/>
    <w:rsid w:val="00765125"/>
    <w:rsid w:val="0076568F"/>
    <w:rsid w:val="007679A5"/>
    <w:rsid w:val="00770BD6"/>
    <w:rsid w:val="00772398"/>
    <w:rsid w:val="0077240B"/>
    <w:rsid w:val="00773ED2"/>
    <w:rsid w:val="007750CC"/>
    <w:rsid w:val="00782002"/>
    <w:rsid w:val="0078361D"/>
    <w:rsid w:val="007843A8"/>
    <w:rsid w:val="0078487D"/>
    <w:rsid w:val="00785D98"/>
    <w:rsid w:val="00794A7E"/>
    <w:rsid w:val="00794C83"/>
    <w:rsid w:val="00795043"/>
    <w:rsid w:val="007950F6"/>
    <w:rsid w:val="007A211E"/>
    <w:rsid w:val="007A3EA7"/>
    <w:rsid w:val="007A6B0A"/>
    <w:rsid w:val="007B67B7"/>
    <w:rsid w:val="007B7CE0"/>
    <w:rsid w:val="007C0299"/>
    <w:rsid w:val="007C13D0"/>
    <w:rsid w:val="007C4CCF"/>
    <w:rsid w:val="007C5AA7"/>
    <w:rsid w:val="007C6195"/>
    <w:rsid w:val="007E177F"/>
    <w:rsid w:val="007E351D"/>
    <w:rsid w:val="007E4FB0"/>
    <w:rsid w:val="007E71F6"/>
    <w:rsid w:val="007F3555"/>
    <w:rsid w:val="007F6376"/>
    <w:rsid w:val="007F74F8"/>
    <w:rsid w:val="008020B2"/>
    <w:rsid w:val="0080420D"/>
    <w:rsid w:val="00804233"/>
    <w:rsid w:val="0080445D"/>
    <w:rsid w:val="00805A3A"/>
    <w:rsid w:val="008123F6"/>
    <w:rsid w:val="00813CEA"/>
    <w:rsid w:val="00815917"/>
    <w:rsid w:val="0082023A"/>
    <w:rsid w:val="00820D52"/>
    <w:rsid w:val="008221C6"/>
    <w:rsid w:val="008267E3"/>
    <w:rsid w:val="0082704E"/>
    <w:rsid w:val="00834F30"/>
    <w:rsid w:val="0083730F"/>
    <w:rsid w:val="00837F41"/>
    <w:rsid w:val="00841DF9"/>
    <w:rsid w:val="00851D1B"/>
    <w:rsid w:val="00854443"/>
    <w:rsid w:val="00854796"/>
    <w:rsid w:val="00855821"/>
    <w:rsid w:val="008567FD"/>
    <w:rsid w:val="00856C9A"/>
    <w:rsid w:val="00860284"/>
    <w:rsid w:val="008614D8"/>
    <w:rsid w:val="00861DD0"/>
    <w:rsid w:val="00863EF8"/>
    <w:rsid w:val="008642B2"/>
    <w:rsid w:val="008644EE"/>
    <w:rsid w:val="008653E2"/>
    <w:rsid w:val="00870F37"/>
    <w:rsid w:val="008711CF"/>
    <w:rsid w:val="00871C6C"/>
    <w:rsid w:val="00875278"/>
    <w:rsid w:val="00876A16"/>
    <w:rsid w:val="008774FA"/>
    <w:rsid w:val="00877E38"/>
    <w:rsid w:val="008801F8"/>
    <w:rsid w:val="0088368A"/>
    <w:rsid w:val="00883EB2"/>
    <w:rsid w:val="008871F5"/>
    <w:rsid w:val="00893E9C"/>
    <w:rsid w:val="008964C2"/>
    <w:rsid w:val="00896E5D"/>
    <w:rsid w:val="008975B1"/>
    <w:rsid w:val="008A0D5A"/>
    <w:rsid w:val="008A30F2"/>
    <w:rsid w:val="008A4A2B"/>
    <w:rsid w:val="008A571B"/>
    <w:rsid w:val="008A5F63"/>
    <w:rsid w:val="008A6D14"/>
    <w:rsid w:val="008A6EC6"/>
    <w:rsid w:val="008A7B90"/>
    <w:rsid w:val="008B1E43"/>
    <w:rsid w:val="008B32BB"/>
    <w:rsid w:val="008B7053"/>
    <w:rsid w:val="008C4D89"/>
    <w:rsid w:val="008C6A1B"/>
    <w:rsid w:val="008D4E85"/>
    <w:rsid w:val="008D6907"/>
    <w:rsid w:val="008D7982"/>
    <w:rsid w:val="008E0F60"/>
    <w:rsid w:val="008E1F71"/>
    <w:rsid w:val="008E2326"/>
    <w:rsid w:val="008E3DC8"/>
    <w:rsid w:val="008E3F4E"/>
    <w:rsid w:val="008E5581"/>
    <w:rsid w:val="008E5F0D"/>
    <w:rsid w:val="008E668F"/>
    <w:rsid w:val="008E7340"/>
    <w:rsid w:val="008F42C5"/>
    <w:rsid w:val="008F4B69"/>
    <w:rsid w:val="008F7272"/>
    <w:rsid w:val="00902F33"/>
    <w:rsid w:val="00903C17"/>
    <w:rsid w:val="00904D8D"/>
    <w:rsid w:val="00904ED1"/>
    <w:rsid w:val="00916342"/>
    <w:rsid w:val="00916571"/>
    <w:rsid w:val="009174A4"/>
    <w:rsid w:val="00922DDB"/>
    <w:rsid w:val="00922F23"/>
    <w:rsid w:val="00923A51"/>
    <w:rsid w:val="00924071"/>
    <w:rsid w:val="009258BC"/>
    <w:rsid w:val="00930466"/>
    <w:rsid w:val="00932392"/>
    <w:rsid w:val="009328C9"/>
    <w:rsid w:val="00936591"/>
    <w:rsid w:val="00936FBC"/>
    <w:rsid w:val="00937241"/>
    <w:rsid w:val="00937B1C"/>
    <w:rsid w:val="00942C85"/>
    <w:rsid w:val="00950D9A"/>
    <w:rsid w:val="0095163A"/>
    <w:rsid w:val="00951797"/>
    <w:rsid w:val="00952CA9"/>
    <w:rsid w:val="009548A7"/>
    <w:rsid w:val="00955E94"/>
    <w:rsid w:val="009568FF"/>
    <w:rsid w:val="00960AC8"/>
    <w:rsid w:val="00961276"/>
    <w:rsid w:val="00961680"/>
    <w:rsid w:val="00963999"/>
    <w:rsid w:val="00965ECE"/>
    <w:rsid w:val="009679C7"/>
    <w:rsid w:val="0097281A"/>
    <w:rsid w:val="00973A1B"/>
    <w:rsid w:val="00974441"/>
    <w:rsid w:val="0098211A"/>
    <w:rsid w:val="00982BC4"/>
    <w:rsid w:val="00983358"/>
    <w:rsid w:val="009846CF"/>
    <w:rsid w:val="00984DF2"/>
    <w:rsid w:val="00990966"/>
    <w:rsid w:val="0099276F"/>
    <w:rsid w:val="00993880"/>
    <w:rsid w:val="009A150A"/>
    <w:rsid w:val="009A1622"/>
    <w:rsid w:val="009A1D02"/>
    <w:rsid w:val="009A21CE"/>
    <w:rsid w:val="009A5BE4"/>
    <w:rsid w:val="009A64BA"/>
    <w:rsid w:val="009B1D76"/>
    <w:rsid w:val="009B6A74"/>
    <w:rsid w:val="009C2841"/>
    <w:rsid w:val="009C44CC"/>
    <w:rsid w:val="009C4A44"/>
    <w:rsid w:val="009C4EE3"/>
    <w:rsid w:val="009C691E"/>
    <w:rsid w:val="009D0687"/>
    <w:rsid w:val="009D13F4"/>
    <w:rsid w:val="009D1721"/>
    <w:rsid w:val="009D357B"/>
    <w:rsid w:val="009E0C1A"/>
    <w:rsid w:val="009E2D11"/>
    <w:rsid w:val="009E3846"/>
    <w:rsid w:val="009E636D"/>
    <w:rsid w:val="009F581A"/>
    <w:rsid w:val="009F5DF8"/>
    <w:rsid w:val="009F77D6"/>
    <w:rsid w:val="00A0311F"/>
    <w:rsid w:val="00A06931"/>
    <w:rsid w:val="00A107EB"/>
    <w:rsid w:val="00A11D36"/>
    <w:rsid w:val="00A15E09"/>
    <w:rsid w:val="00A20065"/>
    <w:rsid w:val="00A21431"/>
    <w:rsid w:val="00A215C5"/>
    <w:rsid w:val="00A21EC0"/>
    <w:rsid w:val="00A2238F"/>
    <w:rsid w:val="00A2503D"/>
    <w:rsid w:val="00A26316"/>
    <w:rsid w:val="00A26C37"/>
    <w:rsid w:val="00A327D1"/>
    <w:rsid w:val="00A35DC8"/>
    <w:rsid w:val="00A425C4"/>
    <w:rsid w:val="00A473F7"/>
    <w:rsid w:val="00A475E4"/>
    <w:rsid w:val="00A543E7"/>
    <w:rsid w:val="00A557C8"/>
    <w:rsid w:val="00A55C8A"/>
    <w:rsid w:val="00A57E4A"/>
    <w:rsid w:val="00A6102E"/>
    <w:rsid w:val="00A62FCF"/>
    <w:rsid w:val="00A63713"/>
    <w:rsid w:val="00A63F40"/>
    <w:rsid w:val="00A64CEA"/>
    <w:rsid w:val="00A66CC6"/>
    <w:rsid w:val="00A715B2"/>
    <w:rsid w:val="00A728AC"/>
    <w:rsid w:val="00A73CAC"/>
    <w:rsid w:val="00A76E9B"/>
    <w:rsid w:val="00A80ABB"/>
    <w:rsid w:val="00A828CB"/>
    <w:rsid w:val="00A82E24"/>
    <w:rsid w:val="00A84060"/>
    <w:rsid w:val="00A87057"/>
    <w:rsid w:val="00A8758B"/>
    <w:rsid w:val="00A916A9"/>
    <w:rsid w:val="00A92401"/>
    <w:rsid w:val="00A93730"/>
    <w:rsid w:val="00A97D5D"/>
    <w:rsid w:val="00AA262B"/>
    <w:rsid w:val="00AA26A9"/>
    <w:rsid w:val="00AA5E7C"/>
    <w:rsid w:val="00AA6E17"/>
    <w:rsid w:val="00AB1156"/>
    <w:rsid w:val="00AB4A39"/>
    <w:rsid w:val="00AB58F4"/>
    <w:rsid w:val="00AC1CDF"/>
    <w:rsid w:val="00AC27BA"/>
    <w:rsid w:val="00AC2F09"/>
    <w:rsid w:val="00AC42B9"/>
    <w:rsid w:val="00AC4BAC"/>
    <w:rsid w:val="00AC5229"/>
    <w:rsid w:val="00AC56A2"/>
    <w:rsid w:val="00AC69D4"/>
    <w:rsid w:val="00AD1EA7"/>
    <w:rsid w:val="00AD34E7"/>
    <w:rsid w:val="00AD35D8"/>
    <w:rsid w:val="00AD6115"/>
    <w:rsid w:val="00AD7A03"/>
    <w:rsid w:val="00AE1D08"/>
    <w:rsid w:val="00AE2DE8"/>
    <w:rsid w:val="00AE3804"/>
    <w:rsid w:val="00AE4591"/>
    <w:rsid w:val="00AE4E86"/>
    <w:rsid w:val="00AE685E"/>
    <w:rsid w:val="00AF0159"/>
    <w:rsid w:val="00AF0689"/>
    <w:rsid w:val="00AF21F6"/>
    <w:rsid w:val="00AF6925"/>
    <w:rsid w:val="00B017B1"/>
    <w:rsid w:val="00B05D2A"/>
    <w:rsid w:val="00B0658A"/>
    <w:rsid w:val="00B07E30"/>
    <w:rsid w:val="00B11323"/>
    <w:rsid w:val="00B125E1"/>
    <w:rsid w:val="00B131B5"/>
    <w:rsid w:val="00B13CD5"/>
    <w:rsid w:val="00B15DB5"/>
    <w:rsid w:val="00B22B78"/>
    <w:rsid w:val="00B235EC"/>
    <w:rsid w:val="00B278C7"/>
    <w:rsid w:val="00B32EE3"/>
    <w:rsid w:val="00B334AE"/>
    <w:rsid w:val="00B33838"/>
    <w:rsid w:val="00B338A0"/>
    <w:rsid w:val="00B405D7"/>
    <w:rsid w:val="00B42970"/>
    <w:rsid w:val="00B455D6"/>
    <w:rsid w:val="00B46DFB"/>
    <w:rsid w:val="00B47003"/>
    <w:rsid w:val="00B61E8D"/>
    <w:rsid w:val="00B63142"/>
    <w:rsid w:val="00B635D8"/>
    <w:rsid w:val="00B675DD"/>
    <w:rsid w:val="00B70F83"/>
    <w:rsid w:val="00B71D37"/>
    <w:rsid w:val="00B75D98"/>
    <w:rsid w:val="00B8219C"/>
    <w:rsid w:val="00B82205"/>
    <w:rsid w:val="00B82BAD"/>
    <w:rsid w:val="00B86BD7"/>
    <w:rsid w:val="00B87119"/>
    <w:rsid w:val="00B87657"/>
    <w:rsid w:val="00B930FB"/>
    <w:rsid w:val="00B94A61"/>
    <w:rsid w:val="00BA32D0"/>
    <w:rsid w:val="00BA74C4"/>
    <w:rsid w:val="00BB0784"/>
    <w:rsid w:val="00BB4A51"/>
    <w:rsid w:val="00BB4D8F"/>
    <w:rsid w:val="00BB6144"/>
    <w:rsid w:val="00BB614A"/>
    <w:rsid w:val="00BC05F1"/>
    <w:rsid w:val="00BC195D"/>
    <w:rsid w:val="00BC3597"/>
    <w:rsid w:val="00BC3ECC"/>
    <w:rsid w:val="00BD22C9"/>
    <w:rsid w:val="00BD2A86"/>
    <w:rsid w:val="00BD3F1F"/>
    <w:rsid w:val="00BD3F42"/>
    <w:rsid w:val="00BD475D"/>
    <w:rsid w:val="00BD49B6"/>
    <w:rsid w:val="00BD629C"/>
    <w:rsid w:val="00BD62D1"/>
    <w:rsid w:val="00BE01BA"/>
    <w:rsid w:val="00BE2E75"/>
    <w:rsid w:val="00BE434F"/>
    <w:rsid w:val="00BE7B16"/>
    <w:rsid w:val="00BF0458"/>
    <w:rsid w:val="00BF0E0D"/>
    <w:rsid w:val="00BF0FED"/>
    <w:rsid w:val="00BF1387"/>
    <w:rsid w:val="00BF305C"/>
    <w:rsid w:val="00BF7B30"/>
    <w:rsid w:val="00C01CE9"/>
    <w:rsid w:val="00C02976"/>
    <w:rsid w:val="00C03AF7"/>
    <w:rsid w:val="00C04398"/>
    <w:rsid w:val="00C05311"/>
    <w:rsid w:val="00C0531F"/>
    <w:rsid w:val="00C05BAC"/>
    <w:rsid w:val="00C07C1F"/>
    <w:rsid w:val="00C11ADA"/>
    <w:rsid w:val="00C13744"/>
    <w:rsid w:val="00C13BD8"/>
    <w:rsid w:val="00C14249"/>
    <w:rsid w:val="00C21F5F"/>
    <w:rsid w:val="00C249AA"/>
    <w:rsid w:val="00C2510D"/>
    <w:rsid w:val="00C2777C"/>
    <w:rsid w:val="00C27B81"/>
    <w:rsid w:val="00C3105A"/>
    <w:rsid w:val="00C31B23"/>
    <w:rsid w:val="00C35AD8"/>
    <w:rsid w:val="00C35EB2"/>
    <w:rsid w:val="00C36B6A"/>
    <w:rsid w:val="00C413B4"/>
    <w:rsid w:val="00C41952"/>
    <w:rsid w:val="00C427D4"/>
    <w:rsid w:val="00C4298A"/>
    <w:rsid w:val="00C43EC2"/>
    <w:rsid w:val="00C45897"/>
    <w:rsid w:val="00C563F2"/>
    <w:rsid w:val="00C60A0C"/>
    <w:rsid w:val="00C64CF4"/>
    <w:rsid w:val="00C722E1"/>
    <w:rsid w:val="00C73AC8"/>
    <w:rsid w:val="00C74FC8"/>
    <w:rsid w:val="00C7634A"/>
    <w:rsid w:val="00C76DCA"/>
    <w:rsid w:val="00C774A0"/>
    <w:rsid w:val="00C84333"/>
    <w:rsid w:val="00C90218"/>
    <w:rsid w:val="00C928B4"/>
    <w:rsid w:val="00C92C4A"/>
    <w:rsid w:val="00C95A72"/>
    <w:rsid w:val="00CA1D4D"/>
    <w:rsid w:val="00CA1F58"/>
    <w:rsid w:val="00CA20E4"/>
    <w:rsid w:val="00CA30BF"/>
    <w:rsid w:val="00CA42A8"/>
    <w:rsid w:val="00CA43B7"/>
    <w:rsid w:val="00CA523E"/>
    <w:rsid w:val="00CA5898"/>
    <w:rsid w:val="00CA7CE5"/>
    <w:rsid w:val="00CB0D86"/>
    <w:rsid w:val="00CB3AA9"/>
    <w:rsid w:val="00CB4976"/>
    <w:rsid w:val="00CB7366"/>
    <w:rsid w:val="00CC113B"/>
    <w:rsid w:val="00CD4879"/>
    <w:rsid w:val="00CD5AC5"/>
    <w:rsid w:val="00CD6AEA"/>
    <w:rsid w:val="00CE1D59"/>
    <w:rsid w:val="00CE2159"/>
    <w:rsid w:val="00CE2E20"/>
    <w:rsid w:val="00CE3825"/>
    <w:rsid w:val="00CE576B"/>
    <w:rsid w:val="00CE594B"/>
    <w:rsid w:val="00CE5BD2"/>
    <w:rsid w:val="00CF0133"/>
    <w:rsid w:val="00CF0F9B"/>
    <w:rsid w:val="00CF12F4"/>
    <w:rsid w:val="00CF2629"/>
    <w:rsid w:val="00D02485"/>
    <w:rsid w:val="00D02E67"/>
    <w:rsid w:val="00D02F50"/>
    <w:rsid w:val="00D1202B"/>
    <w:rsid w:val="00D14772"/>
    <w:rsid w:val="00D1628A"/>
    <w:rsid w:val="00D179CA"/>
    <w:rsid w:val="00D208CF"/>
    <w:rsid w:val="00D23C2C"/>
    <w:rsid w:val="00D2724A"/>
    <w:rsid w:val="00D32510"/>
    <w:rsid w:val="00D32690"/>
    <w:rsid w:val="00D33D36"/>
    <w:rsid w:val="00D34135"/>
    <w:rsid w:val="00D34A5B"/>
    <w:rsid w:val="00D36705"/>
    <w:rsid w:val="00D376FF"/>
    <w:rsid w:val="00D405C5"/>
    <w:rsid w:val="00D42432"/>
    <w:rsid w:val="00D438B3"/>
    <w:rsid w:val="00D446BA"/>
    <w:rsid w:val="00D50B9E"/>
    <w:rsid w:val="00D57D9B"/>
    <w:rsid w:val="00D62775"/>
    <w:rsid w:val="00D66891"/>
    <w:rsid w:val="00D67F93"/>
    <w:rsid w:val="00D67FEF"/>
    <w:rsid w:val="00D704DE"/>
    <w:rsid w:val="00D72129"/>
    <w:rsid w:val="00D744ED"/>
    <w:rsid w:val="00D76089"/>
    <w:rsid w:val="00D81308"/>
    <w:rsid w:val="00D854E2"/>
    <w:rsid w:val="00D87CBA"/>
    <w:rsid w:val="00D9007C"/>
    <w:rsid w:val="00D93B49"/>
    <w:rsid w:val="00D93D8D"/>
    <w:rsid w:val="00D97A79"/>
    <w:rsid w:val="00DA0728"/>
    <w:rsid w:val="00DA16EC"/>
    <w:rsid w:val="00DA763B"/>
    <w:rsid w:val="00DB0AA3"/>
    <w:rsid w:val="00DB2DEC"/>
    <w:rsid w:val="00DB5110"/>
    <w:rsid w:val="00DC0DB6"/>
    <w:rsid w:val="00DC134B"/>
    <w:rsid w:val="00DC1CC6"/>
    <w:rsid w:val="00DC3B9A"/>
    <w:rsid w:val="00DC6A36"/>
    <w:rsid w:val="00DD4C69"/>
    <w:rsid w:val="00DD5801"/>
    <w:rsid w:val="00DD5FE6"/>
    <w:rsid w:val="00DE0B9F"/>
    <w:rsid w:val="00DE2E58"/>
    <w:rsid w:val="00DE2FC6"/>
    <w:rsid w:val="00DE618B"/>
    <w:rsid w:val="00DE7849"/>
    <w:rsid w:val="00DF1400"/>
    <w:rsid w:val="00DF149F"/>
    <w:rsid w:val="00DF355E"/>
    <w:rsid w:val="00DF36A8"/>
    <w:rsid w:val="00DF46F3"/>
    <w:rsid w:val="00DF5DE7"/>
    <w:rsid w:val="00E00C03"/>
    <w:rsid w:val="00E01F43"/>
    <w:rsid w:val="00E02903"/>
    <w:rsid w:val="00E05060"/>
    <w:rsid w:val="00E069E2"/>
    <w:rsid w:val="00E07927"/>
    <w:rsid w:val="00E112B3"/>
    <w:rsid w:val="00E11A1C"/>
    <w:rsid w:val="00E12C56"/>
    <w:rsid w:val="00E16206"/>
    <w:rsid w:val="00E170B8"/>
    <w:rsid w:val="00E20649"/>
    <w:rsid w:val="00E21A4C"/>
    <w:rsid w:val="00E22A86"/>
    <w:rsid w:val="00E23E8A"/>
    <w:rsid w:val="00E33707"/>
    <w:rsid w:val="00E409AB"/>
    <w:rsid w:val="00E41577"/>
    <w:rsid w:val="00E46486"/>
    <w:rsid w:val="00E471A6"/>
    <w:rsid w:val="00E50783"/>
    <w:rsid w:val="00E50B4C"/>
    <w:rsid w:val="00E51CC5"/>
    <w:rsid w:val="00E5227C"/>
    <w:rsid w:val="00E5242F"/>
    <w:rsid w:val="00E563F7"/>
    <w:rsid w:val="00E60035"/>
    <w:rsid w:val="00E61DD4"/>
    <w:rsid w:val="00E6272F"/>
    <w:rsid w:val="00E6741D"/>
    <w:rsid w:val="00E710DB"/>
    <w:rsid w:val="00E73722"/>
    <w:rsid w:val="00E74742"/>
    <w:rsid w:val="00E7762C"/>
    <w:rsid w:val="00E77D15"/>
    <w:rsid w:val="00E82108"/>
    <w:rsid w:val="00E8283C"/>
    <w:rsid w:val="00E82969"/>
    <w:rsid w:val="00E87D2E"/>
    <w:rsid w:val="00E87F38"/>
    <w:rsid w:val="00E92C14"/>
    <w:rsid w:val="00E96BE7"/>
    <w:rsid w:val="00E97415"/>
    <w:rsid w:val="00EA04DA"/>
    <w:rsid w:val="00EA0922"/>
    <w:rsid w:val="00EA107A"/>
    <w:rsid w:val="00EA529D"/>
    <w:rsid w:val="00EA53B1"/>
    <w:rsid w:val="00EA6DC4"/>
    <w:rsid w:val="00EB271B"/>
    <w:rsid w:val="00EB3AD7"/>
    <w:rsid w:val="00EB5DE6"/>
    <w:rsid w:val="00EC0C5B"/>
    <w:rsid w:val="00EC1DC4"/>
    <w:rsid w:val="00EC2446"/>
    <w:rsid w:val="00EC4257"/>
    <w:rsid w:val="00ED6998"/>
    <w:rsid w:val="00EE04F0"/>
    <w:rsid w:val="00EF05DE"/>
    <w:rsid w:val="00EF77CD"/>
    <w:rsid w:val="00EF785B"/>
    <w:rsid w:val="00F0023C"/>
    <w:rsid w:val="00F0298C"/>
    <w:rsid w:val="00F02A00"/>
    <w:rsid w:val="00F03B6B"/>
    <w:rsid w:val="00F05D20"/>
    <w:rsid w:val="00F0670D"/>
    <w:rsid w:val="00F07355"/>
    <w:rsid w:val="00F11562"/>
    <w:rsid w:val="00F12F5F"/>
    <w:rsid w:val="00F15865"/>
    <w:rsid w:val="00F15D27"/>
    <w:rsid w:val="00F175F0"/>
    <w:rsid w:val="00F17E63"/>
    <w:rsid w:val="00F2134C"/>
    <w:rsid w:val="00F25682"/>
    <w:rsid w:val="00F31963"/>
    <w:rsid w:val="00F32288"/>
    <w:rsid w:val="00F32A02"/>
    <w:rsid w:val="00F331ED"/>
    <w:rsid w:val="00F349B6"/>
    <w:rsid w:val="00F431BB"/>
    <w:rsid w:val="00F44176"/>
    <w:rsid w:val="00F44E9E"/>
    <w:rsid w:val="00F45CBC"/>
    <w:rsid w:val="00F50BD9"/>
    <w:rsid w:val="00F548A4"/>
    <w:rsid w:val="00F55995"/>
    <w:rsid w:val="00F57740"/>
    <w:rsid w:val="00F608B4"/>
    <w:rsid w:val="00F60EFD"/>
    <w:rsid w:val="00F619A5"/>
    <w:rsid w:val="00F6247E"/>
    <w:rsid w:val="00F62F82"/>
    <w:rsid w:val="00F645D6"/>
    <w:rsid w:val="00F64E7C"/>
    <w:rsid w:val="00F64EFB"/>
    <w:rsid w:val="00F65294"/>
    <w:rsid w:val="00F659DC"/>
    <w:rsid w:val="00F67DF1"/>
    <w:rsid w:val="00F71ACE"/>
    <w:rsid w:val="00F72951"/>
    <w:rsid w:val="00F72DE5"/>
    <w:rsid w:val="00F7389C"/>
    <w:rsid w:val="00F74071"/>
    <w:rsid w:val="00F80FCD"/>
    <w:rsid w:val="00F834BE"/>
    <w:rsid w:val="00F92278"/>
    <w:rsid w:val="00F93399"/>
    <w:rsid w:val="00F96CD4"/>
    <w:rsid w:val="00FA2D32"/>
    <w:rsid w:val="00FA6037"/>
    <w:rsid w:val="00FA7595"/>
    <w:rsid w:val="00FA7C47"/>
    <w:rsid w:val="00FB0AAB"/>
    <w:rsid w:val="00FB410A"/>
    <w:rsid w:val="00FB4153"/>
    <w:rsid w:val="00FB61B4"/>
    <w:rsid w:val="00FB6AE7"/>
    <w:rsid w:val="00FC122F"/>
    <w:rsid w:val="00FC2D3D"/>
    <w:rsid w:val="00FC3316"/>
    <w:rsid w:val="00FC5BE0"/>
    <w:rsid w:val="00FC6973"/>
    <w:rsid w:val="00FC74B2"/>
    <w:rsid w:val="00FD10D2"/>
    <w:rsid w:val="00FD57AB"/>
    <w:rsid w:val="00FE1707"/>
    <w:rsid w:val="00FE3F3F"/>
    <w:rsid w:val="00FE3FC1"/>
    <w:rsid w:val="00FF13F1"/>
    <w:rsid w:val="00FF3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4F0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Цветовое выделение"/>
    <w:uiPriority w:val="99"/>
    <w:rsid w:val="00EE04F0"/>
    <w:rPr>
      <w:b/>
      <w:bCs/>
      <w:color w:val="000080"/>
    </w:rPr>
  </w:style>
  <w:style w:type="character" w:customStyle="1" w:styleId="a0">
    <w:name w:val="Гипертекстовая ссылка"/>
    <w:basedOn w:val="a"/>
    <w:uiPriority w:val="99"/>
    <w:rsid w:val="00EE04F0"/>
    <w:rPr>
      <w:color w:val="008000"/>
    </w:rPr>
  </w:style>
  <w:style w:type="paragraph" w:customStyle="1" w:styleId="a1">
    <w:name w:val="Нормальный (таблица)"/>
    <w:basedOn w:val="Normal"/>
    <w:next w:val="Normal"/>
    <w:uiPriority w:val="99"/>
    <w:rsid w:val="00EE04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2">
    <w:name w:val="Прижатый влево"/>
    <w:basedOn w:val="Normal"/>
    <w:next w:val="Normal"/>
    <w:uiPriority w:val="99"/>
    <w:rsid w:val="00EE04F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1\&#1056;&#1072;&#1073;&#1086;&#1095;&#1080;&#1081;%20&#1089;&#1090;&#1086;&#1083;\&#1095;&#1077;&#1088;&#1085;&#1086;&#1074;&#1080;&#1082;&#1080;\&#1055;&#1088;&#1086;&#1077;&#1082;&#1090;%20&#1072;&#1076;&#1084;&#1080;&#1085;&#1080;&#1089;&#1090;&#1088;&#1072;&#1090;&#1080;&#1074;&#1085;&#1086;&#1075;&#1086;%20&#1088;&#1077;&#1075;&#1083;&#1072;&#1084;&#1077;&#1085;&#1090;&#1072;%20&#1042;&#1099;&#1076;&#1072;&#1095;&#1072;%20&#1089;&#1087;&#1088;&#1072;&#1074;&#1082;&#1080;%20&#1089;%20&#1084;&#1077;&#1089;&#1090;&#1072;%20&#1078;&#1080;&#1090;&#1077;&#1083;&#1100;&#1089;&#1090;&#1074;&#1072;%20&#1091;&#1084;&#1077;&#1088;&#1096;&#1077;&#1075;&#1086;\&#1087;&#1088;&#1080;&#1083;&#1086;&#1078;&#1077;&#1085;&#1080;&#1077;%202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</TotalTime>
  <Pages>1</Pages>
  <Words>193</Words>
  <Characters>1105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</cp:lastModifiedBy>
  <cp:revision>8</cp:revision>
  <cp:lastPrinted>2013-04-05T14:43:00Z</cp:lastPrinted>
  <dcterms:created xsi:type="dcterms:W3CDTF">2013-04-04T10:17:00Z</dcterms:created>
  <dcterms:modified xsi:type="dcterms:W3CDTF">2015-07-15T11:12:00Z</dcterms:modified>
</cp:coreProperties>
</file>