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0B1" w:rsidRDefault="001030B1" w:rsidP="004A4F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ПРИЛОЖЕНИЕ № 1</w:t>
      </w:r>
    </w:p>
    <w:p w:rsidR="001030B1" w:rsidRDefault="001030B1" w:rsidP="00404B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030B1" w:rsidRDefault="001030B1" w:rsidP="00404BD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1030B1" w:rsidRDefault="001030B1" w:rsidP="004A4F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Темрюкского района</w:t>
      </w:r>
    </w:p>
    <w:p w:rsidR="001030B1" w:rsidRDefault="001030B1" w:rsidP="00D37C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____________2015 № ___</w:t>
      </w:r>
    </w:p>
    <w:p w:rsidR="001030B1" w:rsidRDefault="001030B1" w:rsidP="00404BD0">
      <w:pPr>
        <w:jc w:val="center"/>
        <w:rPr>
          <w:sz w:val="28"/>
          <w:szCs w:val="28"/>
        </w:rPr>
      </w:pPr>
    </w:p>
    <w:p w:rsidR="001030B1" w:rsidRDefault="001030B1" w:rsidP="00404BD0">
      <w:pPr>
        <w:jc w:val="center"/>
        <w:rPr>
          <w:sz w:val="28"/>
          <w:szCs w:val="28"/>
        </w:rPr>
      </w:pPr>
    </w:p>
    <w:p w:rsidR="001030B1" w:rsidRDefault="001030B1" w:rsidP="00404BD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1030B1" w:rsidRDefault="001030B1" w:rsidP="00404BD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 по координации хода подготовки жилищно-коммунального комплекса и социальной сферы  Ахтанизовского сельского поселения Темрюкского района к работе в осенне-зимний период 2015-2016 годов</w:t>
      </w:r>
    </w:p>
    <w:p w:rsidR="001030B1" w:rsidRDefault="001030B1" w:rsidP="00404BD0">
      <w:pPr>
        <w:jc w:val="both"/>
        <w:rPr>
          <w:sz w:val="28"/>
          <w:szCs w:val="28"/>
        </w:rPr>
      </w:pPr>
    </w:p>
    <w:p w:rsidR="001030B1" w:rsidRDefault="001030B1" w:rsidP="00404BD0">
      <w:pPr>
        <w:jc w:val="both"/>
        <w:rPr>
          <w:sz w:val="28"/>
          <w:szCs w:val="28"/>
        </w:rPr>
      </w:pPr>
    </w:p>
    <w:tbl>
      <w:tblPr>
        <w:tblW w:w="9995" w:type="dxa"/>
        <w:tblInd w:w="-106" w:type="dxa"/>
        <w:tblLook w:val="00A0"/>
      </w:tblPr>
      <w:tblGrid>
        <w:gridCol w:w="3475"/>
        <w:gridCol w:w="745"/>
        <w:gridCol w:w="5775"/>
      </w:tblGrid>
      <w:tr w:rsidR="001030B1" w:rsidRPr="0019319D">
        <w:tc>
          <w:tcPr>
            <w:tcW w:w="3475" w:type="dxa"/>
          </w:tcPr>
          <w:p w:rsidR="001030B1" w:rsidRPr="0019319D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Разиевский Михаил Алексеевич</w:t>
            </w:r>
          </w:p>
        </w:tc>
        <w:tc>
          <w:tcPr>
            <w:tcW w:w="745" w:type="dxa"/>
          </w:tcPr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75" w:type="dxa"/>
          </w:tcPr>
          <w:p w:rsidR="001030B1" w:rsidRPr="0019319D" w:rsidRDefault="001030B1" w:rsidP="001C0F50">
            <w:pPr>
              <w:rPr>
                <w:sz w:val="28"/>
                <w:szCs w:val="28"/>
              </w:rPr>
            </w:pPr>
            <w:r w:rsidRPr="0019319D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Ахтанизовск</w:t>
            </w:r>
            <w:r w:rsidRPr="0019319D">
              <w:rPr>
                <w:sz w:val="28"/>
                <w:szCs w:val="28"/>
              </w:rPr>
              <w:t xml:space="preserve">ого сельского поселения </w:t>
            </w:r>
          </w:p>
          <w:p w:rsidR="001030B1" w:rsidRPr="0019319D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</w:t>
            </w:r>
            <w:r w:rsidRPr="0019319D">
              <w:rPr>
                <w:sz w:val="28"/>
                <w:szCs w:val="28"/>
              </w:rPr>
              <w:t>ого района, председатель комиссии</w:t>
            </w:r>
          </w:p>
          <w:p w:rsidR="001030B1" w:rsidRPr="0019319D" w:rsidRDefault="001030B1" w:rsidP="001C0F50">
            <w:pPr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Pr="0019319D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Тихая  Светлана Викторовна</w:t>
            </w:r>
          </w:p>
        </w:tc>
        <w:tc>
          <w:tcPr>
            <w:tcW w:w="745" w:type="dxa"/>
          </w:tcPr>
          <w:p w:rsidR="001030B1" w:rsidRPr="0019319D" w:rsidRDefault="001030B1" w:rsidP="00331B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75" w:type="dxa"/>
          </w:tcPr>
          <w:p w:rsidR="001030B1" w:rsidRDefault="001030B1" w:rsidP="00C04C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Ахтанизовск</w:t>
            </w:r>
            <w:r w:rsidRPr="00BF17DD">
              <w:rPr>
                <w:sz w:val="28"/>
                <w:szCs w:val="28"/>
              </w:rPr>
              <w:t>ого сельского поселения</w:t>
            </w:r>
            <w:r>
              <w:rPr>
                <w:sz w:val="28"/>
                <w:szCs w:val="28"/>
              </w:rPr>
              <w:t xml:space="preserve"> Темрюкского района, заместитель председателя комиссии</w:t>
            </w:r>
          </w:p>
          <w:p w:rsidR="001030B1" w:rsidRPr="0019319D" w:rsidRDefault="001030B1" w:rsidP="00E4001D">
            <w:pPr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9995" w:type="dxa"/>
            <w:gridSpan w:val="3"/>
          </w:tcPr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  <w:r w:rsidRPr="0019319D">
              <w:rPr>
                <w:sz w:val="28"/>
                <w:szCs w:val="28"/>
              </w:rPr>
              <w:t>Члены комиссии:</w:t>
            </w:r>
          </w:p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Малия Владислав Леонтьевич</w:t>
            </w:r>
            <w:r w:rsidRPr="0019319D">
              <w:rPr>
                <w:sz w:val="28"/>
                <w:szCs w:val="28"/>
              </w:rPr>
              <w:t xml:space="preserve"> </w:t>
            </w:r>
          </w:p>
          <w:p w:rsidR="001030B1" w:rsidRPr="0019319D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муниципального казенного учреждения «Ахтанизовская производственно-эксплуатационная служба»</w:t>
            </w:r>
          </w:p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Плотникова Алла Владимировна </w:t>
            </w:r>
          </w:p>
          <w:p w:rsidR="001030B1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A31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 сельского поселения Темрюкского района</w:t>
            </w:r>
          </w:p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Pr="0019319D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  Петр Владимирович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унитарного предприятия «Бытсервис»</w:t>
            </w:r>
          </w:p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Pr="0019319D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</w:t>
            </w:r>
          </w:p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Прийма  Дмитрий Александрович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A31A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вопросам жилищно 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Баглаева  Мира Геннадьевна</w:t>
            </w:r>
          </w:p>
          <w:p w:rsidR="001030B1" w:rsidRPr="0019319D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19319D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9319D">
              <w:rPr>
                <w:sz w:val="28"/>
                <w:szCs w:val="28"/>
              </w:rPr>
              <w:t xml:space="preserve">иректор </w:t>
            </w:r>
            <w:r>
              <w:rPr>
                <w:sz w:val="28"/>
                <w:szCs w:val="28"/>
              </w:rPr>
              <w:t>муниципального бюджетного учреждения культуры</w:t>
            </w:r>
            <w:r w:rsidRPr="0019319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Ахтанизовский культурно-социальный центр»</w:t>
            </w:r>
            <w:r w:rsidRPr="0019319D">
              <w:rPr>
                <w:sz w:val="28"/>
                <w:szCs w:val="28"/>
              </w:rPr>
              <w:t xml:space="preserve"> </w:t>
            </w: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Хуако Юлия Владимировна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Ахтанизовским фельдшерско-акушерского пункта (</w:t>
            </w:r>
            <w:r w:rsidRPr="000E4E53">
              <w:rPr>
                <w:sz w:val="28"/>
                <w:szCs w:val="28"/>
              </w:rPr>
              <w:t>по согласованию</w:t>
            </w:r>
            <w:r>
              <w:rPr>
                <w:sz w:val="28"/>
                <w:szCs w:val="28"/>
              </w:rPr>
              <w:t>)</w:t>
            </w: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Серафимович Сергей Николаевич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  <w:r w:rsidRPr="000E4E53">
              <w:rPr>
                <w:sz w:val="28"/>
                <w:szCs w:val="28"/>
              </w:rPr>
              <w:t>Мастер Фанагорийского сетевого участка</w:t>
            </w:r>
            <w:r>
              <w:rPr>
                <w:sz w:val="28"/>
                <w:szCs w:val="28"/>
              </w:rPr>
              <w:t xml:space="preserve"> </w:t>
            </w:r>
          </w:p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0E4E53">
              <w:rPr>
                <w:sz w:val="28"/>
                <w:szCs w:val="28"/>
              </w:rPr>
              <w:t>по согласованию</w:t>
            </w:r>
            <w:r>
              <w:rPr>
                <w:sz w:val="28"/>
                <w:szCs w:val="28"/>
              </w:rPr>
              <w:t>)</w:t>
            </w:r>
          </w:p>
        </w:tc>
      </w:tr>
      <w:tr w:rsidR="001030B1" w:rsidRPr="00C04C29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Сдобнов Андрей Анатольевич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  <w:r w:rsidRPr="000E4E53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пожарной части №</w:t>
            </w:r>
            <w:r w:rsidRPr="000E4E53">
              <w:rPr>
                <w:sz w:val="28"/>
                <w:szCs w:val="28"/>
              </w:rPr>
              <w:t xml:space="preserve"> 18</w:t>
            </w:r>
            <w:r>
              <w:rPr>
                <w:sz w:val="28"/>
                <w:szCs w:val="28"/>
              </w:rPr>
              <w:t xml:space="preserve"> (</w:t>
            </w:r>
            <w:r w:rsidRPr="000E4E53">
              <w:rPr>
                <w:sz w:val="28"/>
                <w:szCs w:val="28"/>
              </w:rPr>
              <w:t>по согласованию</w:t>
            </w:r>
            <w:r>
              <w:rPr>
                <w:sz w:val="28"/>
                <w:szCs w:val="28"/>
              </w:rPr>
              <w:t>)</w:t>
            </w: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</w:p>
        </w:tc>
      </w:tr>
      <w:tr w:rsidR="001030B1" w:rsidRPr="0019319D">
        <w:tc>
          <w:tcPr>
            <w:tcW w:w="3475" w:type="dxa"/>
          </w:tcPr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Плетнев </w:t>
            </w:r>
          </w:p>
          <w:p w:rsidR="001030B1" w:rsidRDefault="001030B1" w:rsidP="001C0F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Анатольевич</w:t>
            </w:r>
          </w:p>
        </w:tc>
        <w:tc>
          <w:tcPr>
            <w:tcW w:w="745" w:type="dxa"/>
          </w:tcPr>
          <w:p w:rsidR="001030B1" w:rsidRDefault="001030B1"/>
        </w:tc>
        <w:tc>
          <w:tcPr>
            <w:tcW w:w="5775" w:type="dxa"/>
          </w:tcPr>
          <w:p w:rsidR="001030B1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Мастер участка ООО «Югводоканал» </w:t>
            </w:r>
          </w:p>
          <w:p w:rsidR="001030B1" w:rsidRPr="000E4E53" w:rsidRDefault="001030B1" w:rsidP="001931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0E4E53">
              <w:rPr>
                <w:sz w:val="28"/>
                <w:szCs w:val="28"/>
              </w:rPr>
              <w:t>по согласованию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1030B1" w:rsidRDefault="001030B1" w:rsidP="00404BD0">
      <w:pPr>
        <w:rPr>
          <w:sz w:val="28"/>
          <w:szCs w:val="28"/>
        </w:rPr>
      </w:pPr>
    </w:p>
    <w:p w:rsidR="001030B1" w:rsidRDefault="001030B1" w:rsidP="00404BD0">
      <w:pPr>
        <w:rPr>
          <w:sz w:val="28"/>
          <w:szCs w:val="28"/>
        </w:rPr>
      </w:pPr>
    </w:p>
    <w:p w:rsidR="001030B1" w:rsidRDefault="001030B1" w:rsidP="00404BD0">
      <w:pPr>
        <w:rPr>
          <w:sz w:val="28"/>
          <w:szCs w:val="28"/>
        </w:rPr>
      </w:pPr>
    </w:p>
    <w:p w:rsidR="001030B1" w:rsidRDefault="001030B1" w:rsidP="00404BD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вопросам </w:t>
      </w:r>
    </w:p>
    <w:p w:rsidR="001030B1" w:rsidRDefault="001030B1" w:rsidP="00404BD0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1030B1" w:rsidRDefault="001030B1" w:rsidP="00404BD0">
      <w:pPr>
        <w:rPr>
          <w:sz w:val="28"/>
          <w:szCs w:val="28"/>
        </w:rPr>
      </w:pPr>
      <w:r>
        <w:rPr>
          <w:sz w:val="28"/>
          <w:szCs w:val="28"/>
        </w:rPr>
        <w:t>торговли и курортной деятельности                                                      Д.А. Прийма</w:t>
      </w:r>
    </w:p>
    <w:p w:rsidR="001030B1" w:rsidRDefault="001030B1" w:rsidP="00404BD0">
      <w:pPr>
        <w:jc w:val="both"/>
        <w:rPr>
          <w:sz w:val="28"/>
          <w:szCs w:val="28"/>
        </w:rPr>
      </w:pPr>
    </w:p>
    <w:p w:rsidR="001030B1" w:rsidRDefault="001030B1" w:rsidP="00404BD0">
      <w:pPr>
        <w:jc w:val="both"/>
        <w:rPr>
          <w:sz w:val="28"/>
          <w:szCs w:val="28"/>
        </w:rPr>
      </w:pPr>
    </w:p>
    <w:p w:rsidR="001030B1" w:rsidRPr="000410F0" w:rsidRDefault="001030B1" w:rsidP="00D37CCF">
      <w:pPr>
        <w:rPr>
          <w:sz w:val="28"/>
          <w:szCs w:val="28"/>
        </w:rPr>
      </w:pPr>
    </w:p>
    <w:sectPr w:rsidR="001030B1" w:rsidRPr="000410F0" w:rsidSect="00D37C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0B1" w:rsidRDefault="001030B1" w:rsidP="009B29CE">
      <w:r>
        <w:separator/>
      </w:r>
    </w:p>
  </w:endnote>
  <w:endnote w:type="continuationSeparator" w:id="0">
    <w:p w:rsidR="001030B1" w:rsidRDefault="001030B1" w:rsidP="009B2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0B1" w:rsidRDefault="001030B1" w:rsidP="009B29CE">
      <w:r>
        <w:separator/>
      </w:r>
    </w:p>
  </w:footnote>
  <w:footnote w:type="continuationSeparator" w:id="0">
    <w:p w:rsidR="001030B1" w:rsidRDefault="001030B1" w:rsidP="009B2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0B1" w:rsidRDefault="001030B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1030B1" w:rsidRDefault="001030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B61B7"/>
    <w:multiLevelType w:val="hybridMultilevel"/>
    <w:tmpl w:val="B62424F4"/>
    <w:lvl w:ilvl="0" w:tplc="86B2E326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">
    <w:nsid w:val="4206305F"/>
    <w:multiLevelType w:val="hybridMultilevel"/>
    <w:tmpl w:val="29D05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0023FB"/>
    <w:multiLevelType w:val="hybridMultilevel"/>
    <w:tmpl w:val="F7145F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0F0"/>
    <w:rsid w:val="00002C50"/>
    <w:rsid w:val="0000357E"/>
    <w:rsid w:val="0002633F"/>
    <w:rsid w:val="00040FBD"/>
    <w:rsid w:val="000410F0"/>
    <w:rsid w:val="000744D7"/>
    <w:rsid w:val="00074A8A"/>
    <w:rsid w:val="000847B3"/>
    <w:rsid w:val="000D7E2A"/>
    <w:rsid w:val="000E4E53"/>
    <w:rsid w:val="001030B1"/>
    <w:rsid w:val="001222FC"/>
    <w:rsid w:val="00183CFA"/>
    <w:rsid w:val="0019136B"/>
    <w:rsid w:val="0019319D"/>
    <w:rsid w:val="001A4C5C"/>
    <w:rsid w:val="001A65E6"/>
    <w:rsid w:val="001A7B1D"/>
    <w:rsid w:val="001B0422"/>
    <w:rsid w:val="001B0A59"/>
    <w:rsid w:val="001C0F50"/>
    <w:rsid w:val="001E6944"/>
    <w:rsid w:val="001E7448"/>
    <w:rsid w:val="00200C7C"/>
    <w:rsid w:val="002428AC"/>
    <w:rsid w:val="00271E41"/>
    <w:rsid w:val="00291747"/>
    <w:rsid w:val="002E1F63"/>
    <w:rsid w:val="002F0BEE"/>
    <w:rsid w:val="002F0E6E"/>
    <w:rsid w:val="00306B2A"/>
    <w:rsid w:val="00323F7D"/>
    <w:rsid w:val="00331B19"/>
    <w:rsid w:val="00337DC8"/>
    <w:rsid w:val="003A76ED"/>
    <w:rsid w:val="003E49AF"/>
    <w:rsid w:val="003F4900"/>
    <w:rsid w:val="00404BD0"/>
    <w:rsid w:val="00404FC5"/>
    <w:rsid w:val="004A4F5D"/>
    <w:rsid w:val="004A64A8"/>
    <w:rsid w:val="004B0276"/>
    <w:rsid w:val="004B2920"/>
    <w:rsid w:val="004B43A0"/>
    <w:rsid w:val="004E4321"/>
    <w:rsid w:val="00504246"/>
    <w:rsid w:val="00504BCD"/>
    <w:rsid w:val="00514573"/>
    <w:rsid w:val="005243C5"/>
    <w:rsid w:val="00542FA5"/>
    <w:rsid w:val="00557040"/>
    <w:rsid w:val="005663EA"/>
    <w:rsid w:val="0058518A"/>
    <w:rsid w:val="005A621B"/>
    <w:rsid w:val="005E3BC9"/>
    <w:rsid w:val="00604391"/>
    <w:rsid w:val="0066180C"/>
    <w:rsid w:val="0067220A"/>
    <w:rsid w:val="00693ED9"/>
    <w:rsid w:val="006C0C63"/>
    <w:rsid w:val="006D0D0F"/>
    <w:rsid w:val="006D727F"/>
    <w:rsid w:val="006D7F17"/>
    <w:rsid w:val="006E3E15"/>
    <w:rsid w:val="006E54C9"/>
    <w:rsid w:val="00713AA2"/>
    <w:rsid w:val="0072435B"/>
    <w:rsid w:val="007645E1"/>
    <w:rsid w:val="00764EC7"/>
    <w:rsid w:val="007C3EBB"/>
    <w:rsid w:val="007D3A65"/>
    <w:rsid w:val="0080554D"/>
    <w:rsid w:val="008279AD"/>
    <w:rsid w:val="00833FB2"/>
    <w:rsid w:val="0086125E"/>
    <w:rsid w:val="00862626"/>
    <w:rsid w:val="008660FB"/>
    <w:rsid w:val="0089229A"/>
    <w:rsid w:val="00895B4D"/>
    <w:rsid w:val="008F6E42"/>
    <w:rsid w:val="008F72B2"/>
    <w:rsid w:val="0090028E"/>
    <w:rsid w:val="0092764F"/>
    <w:rsid w:val="00934ED7"/>
    <w:rsid w:val="00953AFB"/>
    <w:rsid w:val="009710EF"/>
    <w:rsid w:val="009B29CE"/>
    <w:rsid w:val="009E40C3"/>
    <w:rsid w:val="009F68BD"/>
    <w:rsid w:val="00A1795E"/>
    <w:rsid w:val="00A30420"/>
    <w:rsid w:val="00A31940"/>
    <w:rsid w:val="00A31A39"/>
    <w:rsid w:val="00A64569"/>
    <w:rsid w:val="00A66BF4"/>
    <w:rsid w:val="00A93851"/>
    <w:rsid w:val="00AA7A41"/>
    <w:rsid w:val="00AC1E63"/>
    <w:rsid w:val="00AC51AE"/>
    <w:rsid w:val="00AE0606"/>
    <w:rsid w:val="00AE42BF"/>
    <w:rsid w:val="00AF14E5"/>
    <w:rsid w:val="00AF3588"/>
    <w:rsid w:val="00B047C9"/>
    <w:rsid w:val="00B2266F"/>
    <w:rsid w:val="00B22AB1"/>
    <w:rsid w:val="00B243BC"/>
    <w:rsid w:val="00B26CDB"/>
    <w:rsid w:val="00B447DF"/>
    <w:rsid w:val="00B4738E"/>
    <w:rsid w:val="00B57344"/>
    <w:rsid w:val="00BB2484"/>
    <w:rsid w:val="00BB5645"/>
    <w:rsid w:val="00BD35E3"/>
    <w:rsid w:val="00BE1CC5"/>
    <w:rsid w:val="00BF17DD"/>
    <w:rsid w:val="00C04C29"/>
    <w:rsid w:val="00C35574"/>
    <w:rsid w:val="00C37822"/>
    <w:rsid w:val="00C41748"/>
    <w:rsid w:val="00C50260"/>
    <w:rsid w:val="00C54AFF"/>
    <w:rsid w:val="00C62C4D"/>
    <w:rsid w:val="00C64E7B"/>
    <w:rsid w:val="00CC1531"/>
    <w:rsid w:val="00CD5163"/>
    <w:rsid w:val="00CF4459"/>
    <w:rsid w:val="00D12B82"/>
    <w:rsid w:val="00D37834"/>
    <w:rsid w:val="00D37CCF"/>
    <w:rsid w:val="00D4056B"/>
    <w:rsid w:val="00D651D5"/>
    <w:rsid w:val="00D67A14"/>
    <w:rsid w:val="00D73D93"/>
    <w:rsid w:val="00D825F8"/>
    <w:rsid w:val="00D905C4"/>
    <w:rsid w:val="00D92E84"/>
    <w:rsid w:val="00D95755"/>
    <w:rsid w:val="00DA20AA"/>
    <w:rsid w:val="00DC519A"/>
    <w:rsid w:val="00DD50B3"/>
    <w:rsid w:val="00DF73A5"/>
    <w:rsid w:val="00E14168"/>
    <w:rsid w:val="00E15C9E"/>
    <w:rsid w:val="00E17254"/>
    <w:rsid w:val="00E4001D"/>
    <w:rsid w:val="00E93255"/>
    <w:rsid w:val="00EA006A"/>
    <w:rsid w:val="00EB0A9D"/>
    <w:rsid w:val="00EC371D"/>
    <w:rsid w:val="00EE7C46"/>
    <w:rsid w:val="00F064FF"/>
    <w:rsid w:val="00F065DA"/>
    <w:rsid w:val="00F24791"/>
    <w:rsid w:val="00F40E49"/>
    <w:rsid w:val="00F91045"/>
    <w:rsid w:val="00FA0A28"/>
    <w:rsid w:val="00FB4636"/>
    <w:rsid w:val="00FC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0F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rsid w:val="000410F0"/>
    <w:pPr>
      <w:jc w:val="center"/>
    </w:pPr>
    <w:rPr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410F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">
    <w:name w:val="Гипертекстовая ссылка"/>
    <w:basedOn w:val="DefaultParagraphFont"/>
    <w:uiPriority w:val="99"/>
    <w:rsid w:val="00404BD0"/>
    <w:rPr>
      <w:b/>
      <w:bCs/>
      <w:color w:val="008000"/>
    </w:rPr>
  </w:style>
  <w:style w:type="table" w:styleId="TableGrid">
    <w:name w:val="Table Grid"/>
    <w:basedOn w:val="TableNormal"/>
    <w:uiPriority w:val="99"/>
    <w:rsid w:val="00A9385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29C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B29C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29C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B4636"/>
    <w:pPr>
      <w:suppressAutoHyphens/>
      <w:spacing w:after="120"/>
    </w:pPr>
    <w:rPr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B4636"/>
    <w:rPr>
      <w:sz w:val="24"/>
      <w:szCs w:val="24"/>
      <w:lang w:val="ru-RU" w:eastAsia="ar-SA" w:bidi="ar-SA"/>
    </w:rPr>
  </w:style>
  <w:style w:type="paragraph" w:customStyle="1" w:styleId="a0">
    <w:name w:val="Знак Знак Знак Знак Знак Знак Знак Знак Знак Знак Знак Знак Знак"/>
    <w:basedOn w:val="Normal"/>
    <w:uiPriority w:val="99"/>
    <w:rsid w:val="00B26CD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1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2</Pages>
  <Words>329</Words>
  <Characters>1879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Админ</cp:lastModifiedBy>
  <cp:revision>11</cp:revision>
  <cp:lastPrinted>2014-11-07T11:03:00Z</cp:lastPrinted>
  <dcterms:created xsi:type="dcterms:W3CDTF">2014-11-07T11:51:00Z</dcterms:created>
  <dcterms:modified xsi:type="dcterms:W3CDTF">2015-07-22T12:29:00Z</dcterms:modified>
</cp:coreProperties>
</file>